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1E2B8" w14:textId="77777777" w:rsidR="00C4698F" w:rsidRPr="009E67ED" w:rsidRDefault="00C4698F" w:rsidP="007C4879">
      <w:pPr>
        <w:jc w:val="right"/>
        <w:rPr>
          <w:sz w:val="22"/>
          <w:szCs w:val="22"/>
        </w:rPr>
      </w:pPr>
      <w:r w:rsidRPr="009E67ED">
        <w:rPr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28DF75E4" w14:textId="77777777" w:rsidR="001D2FA0" w:rsidRDefault="001D2FA0">
      <w:pPr>
        <w:jc w:val="center"/>
        <w:rPr>
          <w:b/>
          <w:sz w:val="22"/>
          <w:szCs w:val="22"/>
        </w:rPr>
      </w:pPr>
    </w:p>
    <w:p w14:paraId="1BFEDA01" w14:textId="73A555F4" w:rsidR="001D4A5C" w:rsidRPr="009E67ED" w:rsidRDefault="001D4A5C">
      <w:pPr>
        <w:jc w:val="center"/>
        <w:rPr>
          <w:b/>
          <w:sz w:val="22"/>
          <w:szCs w:val="22"/>
        </w:rPr>
      </w:pPr>
      <w:r w:rsidRPr="009E67ED">
        <w:rPr>
          <w:b/>
          <w:sz w:val="22"/>
          <w:szCs w:val="22"/>
        </w:rPr>
        <w:t xml:space="preserve">KINNISTU </w:t>
      </w:r>
      <w:r w:rsidR="00861078" w:rsidRPr="009E67ED">
        <w:rPr>
          <w:b/>
          <w:sz w:val="22"/>
          <w:szCs w:val="22"/>
        </w:rPr>
        <w:t>HALDAMISE</w:t>
      </w:r>
      <w:r w:rsidRPr="009E67ED">
        <w:rPr>
          <w:b/>
          <w:sz w:val="22"/>
          <w:szCs w:val="22"/>
        </w:rPr>
        <w:t xml:space="preserve"> </w:t>
      </w:r>
      <w:r w:rsidR="007C4879" w:rsidRPr="009E67ED">
        <w:rPr>
          <w:b/>
          <w:sz w:val="22"/>
          <w:szCs w:val="22"/>
        </w:rPr>
        <w:t>ÜLEANDMISE-</w:t>
      </w:r>
      <w:r w:rsidRPr="009E67ED">
        <w:rPr>
          <w:b/>
          <w:sz w:val="22"/>
          <w:szCs w:val="22"/>
        </w:rPr>
        <w:t xml:space="preserve">VASTUVÕTMISE </w:t>
      </w:r>
      <w:r w:rsidR="001D2FA0">
        <w:rPr>
          <w:b/>
          <w:sz w:val="22"/>
          <w:szCs w:val="22"/>
        </w:rPr>
        <w:t>AKT</w:t>
      </w:r>
    </w:p>
    <w:p w14:paraId="5AF060B2" w14:textId="77777777" w:rsidR="003E7A5D" w:rsidRPr="009E67ED" w:rsidRDefault="003E7A5D" w:rsidP="003E7A5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201A884" w14:textId="77777777" w:rsidR="00421A47" w:rsidRDefault="00421A47" w:rsidP="003E7A5D">
      <w:pPr>
        <w:tabs>
          <w:tab w:val="left" w:pos="5670"/>
        </w:tabs>
        <w:jc w:val="both"/>
        <w:rPr>
          <w:b/>
          <w:sz w:val="22"/>
          <w:szCs w:val="22"/>
        </w:rPr>
      </w:pPr>
    </w:p>
    <w:p w14:paraId="05EB5C67" w14:textId="611FD3B5" w:rsidR="003E7A5D" w:rsidRPr="009E67ED" w:rsidRDefault="003E7A5D" w:rsidP="003E7A5D">
      <w:pPr>
        <w:tabs>
          <w:tab w:val="left" w:pos="5670"/>
        </w:tabs>
        <w:jc w:val="both"/>
        <w:rPr>
          <w:sz w:val="22"/>
          <w:szCs w:val="22"/>
        </w:rPr>
      </w:pPr>
      <w:r w:rsidRPr="009E67ED">
        <w:rPr>
          <w:b/>
          <w:sz w:val="22"/>
          <w:szCs w:val="22"/>
        </w:rPr>
        <w:t>Käesolevale aktile alla kirjutades kinnitavad Üleandja</w:t>
      </w:r>
      <w:r w:rsidR="00E12FE8">
        <w:rPr>
          <w:b/>
          <w:sz w:val="22"/>
          <w:szCs w:val="22"/>
        </w:rPr>
        <w:t>d</w:t>
      </w:r>
      <w:r w:rsidRPr="009E67ED">
        <w:rPr>
          <w:b/>
          <w:sz w:val="22"/>
          <w:szCs w:val="22"/>
        </w:rPr>
        <w:t xml:space="preserve"> ja Vastuvõtja, et </w:t>
      </w:r>
      <w:r w:rsidR="00E12FE8">
        <w:rPr>
          <w:b/>
          <w:sz w:val="22"/>
          <w:szCs w:val="22"/>
        </w:rPr>
        <w:t xml:space="preserve">Üleandjatele kuuluva mõttelise osa </w:t>
      </w:r>
      <w:r w:rsidRPr="009E67ED">
        <w:rPr>
          <w:b/>
          <w:sz w:val="22"/>
          <w:szCs w:val="22"/>
        </w:rPr>
        <w:t>kinnistu</w:t>
      </w:r>
      <w:r w:rsidR="00E12FE8">
        <w:rPr>
          <w:b/>
          <w:sz w:val="22"/>
          <w:szCs w:val="22"/>
        </w:rPr>
        <w:t>st ja kinnistul asuvast hoonest asukohaga Kerese tn 14, Narva</w:t>
      </w:r>
      <w:r w:rsidRPr="009E67ED">
        <w:rPr>
          <w:b/>
          <w:sz w:val="22"/>
          <w:szCs w:val="22"/>
        </w:rPr>
        <w:t xml:space="preserve"> haldamine on üle antud ja vastu võetud</w:t>
      </w:r>
      <w:r w:rsidR="003315BD" w:rsidRPr="009E67ED">
        <w:rPr>
          <w:b/>
          <w:sz w:val="22"/>
          <w:szCs w:val="22"/>
        </w:rPr>
        <w:t xml:space="preserve"> seisuga </w:t>
      </w:r>
      <w:r w:rsidR="000D7A87">
        <w:rPr>
          <w:b/>
          <w:sz w:val="22"/>
          <w:szCs w:val="22"/>
        </w:rPr>
        <w:t>01.10.2020</w:t>
      </w:r>
      <w:r w:rsidRPr="009E67ED">
        <w:rPr>
          <w:b/>
          <w:sz w:val="22"/>
          <w:szCs w:val="22"/>
        </w:rPr>
        <w:t xml:space="preserve">. </w:t>
      </w:r>
      <w:r w:rsidRPr="009E67ED">
        <w:rPr>
          <w:sz w:val="22"/>
          <w:szCs w:val="22"/>
        </w:rPr>
        <w:t>Käeso</w:t>
      </w:r>
      <w:r w:rsidR="00421A47">
        <w:rPr>
          <w:sz w:val="22"/>
          <w:szCs w:val="22"/>
        </w:rPr>
        <w:t>leva akti koostamise aluseks on</w:t>
      </w:r>
      <w:r w:rsidRPr="009E67ED">
        <w:rPr>
          <w:sz w:val="22"/>
          <w:szCs w:val="22"/>
        </w:rPr>
        <w:t xml:space="preserve"> </w:t>
      </w:r>
      <w:r w:rsidR="00E12FE8">
        <w:rPr>
          <w:sz w:val="22"/>
          <w:szCs w:val="22"/>
        </w:rPr>
        <w:t xml:space="preserve">Sisekaitseakadeemiaga </w:t>
      </w:r>
      <w:r w:rsidR="000D7A87">
        <w:rPr>
          <w:sz w:val="22"/>
          <w:szCs w:val="22"/>
        </w:rPr>
        <w:t>22.09.2020</w:t>
      </w:r>
      <w:r w:rsidRPr="009E67ED">
        <w:rPr>
          <w:sz w:val="22"/>
          <w:szCs w:val="22"/>
        </w:rPr>
        <w:t xml:space="preserve"> sõlmitud kinnisvara korrashoiuteenu</w:t>
      </w:r>
      <w:r w:rsidR="00E12FE8">
        <w:rPr>
          <w:sz w:val="22"/>
          <w:szCs w:val="22"/>
        </w:rPr>
        <w:t>st</w:t>
      </w:r>
      <w:r w:rsidRPr="009E67ED">
        <w:rPr>
          <w:sz w:val="22"/>
          <w:szCs w:val="22"/>
        </w:rPr>
        <w:t xml:space="preserve">e osutamise leping nr </w:t>
      </w:r>
      <w:r w:rsidR="000D7A87" w:rsidRPr="000D7A87">
        <w:rPr>
          <w:sz w:val="22"/>
          <w:szCs w:val="22"/>
        </w:rPr>
        <w:t>KPJ-4/2020-240</w:t>
      </w:r>
      <w:r w:rsidR="00E12FE8">
        <w:rPr>
          <w:sz w:val="22"/>
          <w:szCs w:val="22"/>
        </w:rPr>
        <w:t xml:space="preserve"> ja Politsei- ja Piirivalveametiga 11.09.2020 sõlmitud kinnisvara korrashoiuteenuste osutamise lepingu nr T2923/11 muudatus nr 16.</w:t>
      </w:r>
    </w:p>
    <w:p w14:paraId="2F0E8426" w14:textId="1F7A3E15" w:rsidR="003E7A5D" w:rsidRPr="009E67ED" w:rsidRDefault="003E7A5D" w:rsidP="003E7A5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D847112" w14:textId="2C8A986F" w:rsidR="00904AAF" w:rsidRPr="009E67ED" w:rsidRDefault="00904AAF" w:rsidP="00904AAF">
      <w:pPr>
        <w:rPr>
          <w:b/>
          <w:sz w:val="22"/>
          <w:szCs w:val="22"/>
        </w:rPr>
      </w:pPr>
      <w:r w:rsidRPr="009E67ED">
        <w:rPr>
          <w:b/>
          <w:sz w:val="22"/>
          <w:szCs w:val="22"/>
        </w:rPr>
        <w:t>Üleandja</w:t>
      </w:r>
      <w:r w:rsidR="00E90C5E">
        <w:rPr>
          <w:b/>
          <w:sz w:val="22"/>
          <w:szCs w:val="22"/>
        </w:rPr>
        <w:t>d</w:t>
      </w:r>
      <w:r w:rsidRPr="009E67ED">
        <w:rPr>
          <w:b/>
          <w:sz w:val="22"/>
          <w:szCs w:val="22"/>
        </w:rPr>
        <w:t>:</w:t>
      </w:r>
    </w:p>
    <w:tbl>
      <w:tblPr>
        <w:tblW w:w="8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2328"/>
        <w:gridCol w:w="2847"/>
      </w:tblGrid>
      <w:tr w:rsidR="00E90C5E" w:rsidRPr="009E67ED" w14:paraId="13032759" w14:textId="06CE77B0" w:rsidTr="000638F8">
        <w:trPr>
          <w:trHeight w:val="247"/>
        </w:trPr>
        <w:tc>
          <w:tcPr>
            <w:tcW w:w="3715" w:type="dxa"/>
          </w:tcPr>
          <w:p w14:paraId="6CF293AE" w14:textId="77777777" w:rsidR="00E90C5E" w:rsidRPr="009E67ED" w:rsidRDefault="00E90C5E" w:rsidP="009711BB">
            <w:pPr>
              <w:tabs>
                <w:tab w:val="left" w:pos="870"/>
              </w:tabs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Nimi</w:t>
            </w:r>
            <w:r w:rsidRPr="009E67ED">
              <w:rPr>
                <w:sz w:val="22"/>
                <w:szCs w:val="22"/>
              </w:rPr>
              <w:tab/>
            </w:r>
          </w:p>
        </w:tc>
        <w:tc>
          <w:tcPr>
            <w:tcW w:w="2328" w:type="dxa"/>
          </w:tcPr>
          <w:p w14:paraId="311879BD" w14:textId="5093D5EA" w:rsidR="00E90C5E" w:rsidRPr="009E67ED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Sisekaitseakadeemia</w:t>
            </w:r>
          </w:p>
        </w:tc>
        <w:tc>
          <w:tcPr>
            <w:tcW w:w="2847" w:type="dxa"/>
          </w:tcPr>
          <w:p w14:paraId="39D244AC" w14:textId="18D26226" w:rsidR="00E90C5E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Politsei-ja Piirivalveamet</w:t>
            </w:r>
          </w:p>
        </w:tc>
      </w:tr>
      <w:tr w:rsidR="00E90C5E" w:rsidRPr="009E67ED" w14:paraId="452952FE" w14:textId="52A15AFE" w:rsidTr="000638F8">
        <w:trPr>
          <w:trHeight w:val="233"/>
        </w:trPr>
        <w:tc>
          <w:tcPr>
            <w:tcW w:w="3715" w:type="dxa"/>
          </w:tcPr>
          <w:p w14:paraId="7B093315" w14:textId="77777777" w:rsidR="00E90C5E" w:rsidRPr="009E67ED" w:rsidRDefault="00E90C5E" w:rsidP="009711B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</w:t>
            </w:r>
            <w:proofErr w:type="spellEnd"/>
            <w:r>
              <w:rPr>
                <w:sz w:val="22"/>
                <w:szCs w:val="22"/>
              </w:rPr>
              <w:t>. n</w:t>
            </w:r>
            <w:r w:rsidRPr="009E67ED">
              <w:rPr>
                <w:sz w:val="22"/>
                <w:szCs w:val="22"/>
              </w:rPr>
              <w:t>r</w:t>
            </w:r>
          </w:p>
        </w:tc>
        <w:tc>
          <w:tcPr>
            <w:tcW w:w="2328" w:type="dxa"/>
          </w:tcPr>
          <w:p w14:paraId="2AF99DD9" w14:textId="3FF79F16" w:rsidR="00E90C5E" w:rsidRPr="009E67ED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70004465</w:t>
            </w:r>
          </w:p>
        </w:tc>
        <w:tc>
          <w:tcPr>
            <w:tcW w:w="2847" w:type="dxa"/>
          </w:tcPr>
          <w:p w14:paraId="132C9A51" w14:textId="07636373" w:rsidR="00E90C5E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70008747</w:t>
            </w:r>
          </w:p>
        </w:tc>
      </w:tr>
      <w:tr w:rsidR="00E90C5E" w:rsidRPr="009E67ED" w14:paraId="7D7829FE" w14:textId="3128D950" w:rsidTr="000638F8">
        <w:trPr>
          <w:trHeight w:val="247"/>
        </w:trPr>
        <w:tc>
          <w:tcPr>
            <w:tcW w:w="3715" w:type="dxa"/>
          </w:tcPr>
          <w:p w14:paraId="5D61A6D9" w14:textId="77777777" w:rsidR="00E90C5E" w:rsidRPr="009E67ED" w:rsidRDefault="00E90C5E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 xml:space="preserve">Esindaja nimi, esindamise alus </w:t>
            </w:r>
          </w:p>
        </w:tc>
        <w:tc>
          <w:tcPr>
            <w:tcW w:w="2328" w:type="dxa"/>
          </w:tcPr>
          <w:p w14:paraId="064AC51A" w14:textId="4610ED61" w:rsidR="00E90C5E" w:rsidRPr="009E67ED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Marek Link</w:t>
            </w:r>
          </w:p>
        </w:tc>
        <w:tc>
          <w:tcPr>
            <w:tcW w:w="2847" w:type="dxa"/>
          </w:tcPr>
          <w:p w14:paraId="07259B45" w14:textId="64E8DE76" w:rsidR="00E90C5E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Janne Pikma</w:t>
            </w:r>
          </w:p>
        </w:tc>
      </w:tr>
      <w:tr w:rsidR="00E90C5E" w:rsidRPr="009E67ED" w14:paraId="4B199D48" w14:textId="48C26B4D" w:rsidTr="000638F8">
        <w:trPr>
          <w:trHeight w:val="247"/>
        </w:trPr>
        <w:tc>
          <w:tcPr>
            <w:tcW w:w="3715" w:type="dxa"/>
          </w:tcPr>
          <w:p w14:paraId="05EFF448" w14:textId="77777777" w:rsidR="00E90C5E" w:rsidRPr="009E67ED" w:rsidRDefault="00E90C5E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Esindaja ametinimetus</w:t>
            </w:r>
          </w:p>
        </w:tc>
        <w:tc>
          <w:tcPr>
            <w:tcW w:w="2328" w:type="dxa"/>
          </w:tcPr>
          <w:p w14:paraId="617B1D22" w14:textId="4987131D" w:rsidR="00E90C5E" w:rsidRPr="009E67ED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Rektor</w:t>
            </w:r>
          </w:p>
        </w:tc>
        <w:tc>
          <w:tcPr>
            <w:tcW w:w="2847" w:type="dxa"/>
          </w:tcPr>
          <w:p w14:paraId="659B3C84" w14:textId="223EFD5B" w:rsidR="00E90C5E" w:rsidRDefault="00E90C5E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Peadirektori asetäitja varade alal</w:t>
            </w:r>
          </w:p>
        </w:tc>
      </w:tr>
      <w:tr w:rsidR="00E90C5E" w:rsidRPr="009E67ED" w14:paraId="67F077D0" w14:textId="0F6D821A" w:rsidTr="000638F8">
        <w:trPr>
          <w:trHeight w:val="233"/>
        </w:trPr>
        <w:tc>
          <w:tcPr>
            <w:tcW w:w="3715" w:type="dxa"/>
          </w:tcPr>
          <w:p w14:paraId="30B3BDA1" w14:textId="77777777" w:rsidR="00E90C5E" w:rsidRPr="009E67ED" w:rsidRDefault="00E90C5E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Tel</w:t>
            </w:r>
            <w:r>
              <w:rPr>
                <w:sz w:val="22"/>
                <w:szCs w:val="22"/>
              </w:rPr>
              <w:t>efon</w:t>
            </w:r>
          </w:p>
        </w:tc>
        <w:tc>
          <w:tcPr>
            <w:tcW w:w="2328" w:type="dxa"/>
          </w:tcPr>
          <w:p w14:paraId="7A7EA798" w14:textId="30824231" w:rsidR="00E90C5E" w:rsidRPr="009E67ED" w:rsidRDefault="00F37D0B" w:rsidP="009711BB">
            <w:pPr>
              <w:rPr>
                <w:sz w:val="22"/>
                <w:szCs w:val="22"/>
              </w:rPr>
            </w:pPr>
            <w:r w:rsidRPr="00F37D0B">
              <w:rPr>
                <w:sz w:val="22"/>
                <w:szCs w:val="22"/>
              </w:rPr>
              <w:t>612 6800</w:t>
            </w:r>
          </w:p>
        </w:tc>
        <w:tc>
          <w:tcPr>
            <w:tcW w:w="2847" w:type="dxa"/>
          </w:tcPr>
          <w:p w14:paraId="7724D35E" w14:textId="22040631" w:rsidR="00E90C5E" w:rsidRDefault="00F37D0B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612 3000</w:t>
            </w:r>
          </w:p>
        </w:tc>
      </w:tr>
      <w:tr w:rsidR="00E90C5E" w:rsidRPr="009E67ED" w14:paraId="7204D032" w14:textId="5ACDB8A1" w:rsidTr="000638F8">
        <w:trPr>
          <w:trHeight w:val="247"/>
        </w:trPr>
        <w:tc>
          <w:tcPr>
            <w:tcW w:w="3715" w:type="dxa"/>
          </w:tcPr>
          <w:p w14:paraId="0F3161AC" w14:textId="77777777" w:rsidR="00E90C5E" w:rsidRPr="009E67ED" w:rsidRDefault="00E90C5E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E-post</w:t>
            </w:r>
          </w:p>
        </w:tc>
        <w:tc>
          <w:tcPr>
            <w:tcW w:w="2328" w:type="dxa"/>
          </w:tcPr>
          <w:p w14:paraId="747CC7AB" w14:textId="38C40E0B" w:rsidR="00E90C5E" w:rsidRPr="009E67ED" w:rsidRDefault="00F37D0B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info@sisekaitse.ee</w:t>
            </w:r>
          </w:p>
        </w:tc>
        <w:tc>
          <w:tcPr>
            <w:tcW w:w="2847" w:type="dxa"/>
          </w:tcPr>
          <w:p w14:paraId="2130DF84" w14:textId="63648E09" w:rsidR="00E90C5E" w:rsidRDefault="00F37D0B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ppa@politsei.ee</w:t>
            </w:r>
          </w:p>
        </w:tc>
      </w:tr>
    </w:tbl>
    <w:p w14:paraId="3DB40FB7" w14:textId="77777777" w:rsidR="00904AAF" w:rsidRPr="009E67ED" w:rsidRDefault="00904AAF" w:rsidP="00904AAF">
      <w:pPr>
        <w:rPr>
          <w:sz w:val="22"/>
          <w:szCs w:val="22"/>
        </w:rPr>
      </w:pPr>
    </w:p>
    <w:p w14:paraId="3FCBBB91" w14:textId="77777777" w:rsidR="00904AAF" w:rsidRPr="009E67ED" w:rsidRDefault="00904AAF" w:rsidP="00904AAF">
      <w:pPr>
        <w:rPr>
          <w:b/>
          <w:sz w:val="22"/>
          <w:szCs w:val="22"/>
        </w:rPr>
      </w:pPr>
      <w:r w:rsidRPr="009E67ED">
        <w:rPr>
          <w:b/>
          <w:sz w:val="22"/>
          <w:szCs w:val="22"/>
        </w:rPr>
        <w:t>Vastuvõtja:</w:t>
      </w:r>
    </w:p>
    <w:tbl>
      <w:tblPr>
        <w:tblW w:w="88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2"/>
        <w:gridCol w:w="5187"/>
      </w:tblGrid>
      <w:tr w:rsidR="00904AAF" w:rsidRPr="009E67ED" w14:paraId="37775049" w14:textId="77777777" w:rsidTr="000638F8">
        <w:trPr>
          <w:trHeight w:val="245"/>
        </w:trPr>
        <w:tc>
          <w:tcPr>
            <w:tcW w:w="3712" w:type="dxa"/>
          </w:tcPr>
          <w:p w14:paraId="05E78C96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Nimi</w:t>
            </w:r>
          </w:p>
        </w:tc>
        <w:tc>
          <w:tcPr>
            <w:tcW w:w="5187" w:type="dxa"/>
          </w:tcPr>
          <w:p w14:paraId="1F0900FB" w14:textId="7B864C9B" w:rsidR="00904AAF" w:rsidRPr="009E67ED" w:rsidRDefault="002774EC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Riigi Kinnisvara AS</w:t>
            </w:r>
          </w:p>
        </w:tc>
      </w:tr>
      <w:tr w:rsidR="00904AAF" w:rsidRPr="009E67ED" w14:paraId="795345E2" w14:textId="77777777" w:rsidTr="000638F8">
        <w:trPr>
          <w:trHeight w:val="231"/>
        </w:trPr>
        <w:tc>
          <w:tcPr>
            <w:tcW w:w="3712" w:type="dxa"/>
          </w:tcPr>
          <w:p w14:paraId="774FD5B6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</w:t>
            </w:r>
            <w:proofErr w:type="spellEnd"/>
            <w:r>
              <w:rPr>
                <w:sz w:val="22"/>
                <w:szCs w:val="22"/>
              </w:rPr>
              <w:t>. n</w:t>
            </w:r>
            <w:r w:rsidRPr="009E67ED">
              <w:rPr>
                <w:sz w:val="22"/>
                <w:szCs w:val="22"/>
              </w:rPr>
              <w:t>r</w:t>
            </w:r>
          </w:p>
        </w:tc>
        <w:tc>
          <w:tcPr>
            <w:tcW w:w="5187" w:type="dxa"/>
          </w:tcPr>
          <w:p w14:paraId="4CC6951D" w14:textId="469926EE" w:rsidR="00904AAF" w:rsidRPr="009E67ED" w:rsidRDefault="002774EC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10788733</w:t>
            </w:r>
          </w:p>
        </w:tc>
      </w:tr>
      <w:tr w:rsidR="00904AAF" w:rsidRPr="009E67ED" w14:paraId="346877FA" w14:textId="77777777" w:rsidTr="000638F8">
        <w:trPr>
          <w:trHeight w:val="245"/>
        </w:trPr>
        <w:tc>
          <w:tcPr>
            <w:tcW w:w="3712" w:type="dxa"/>
          </w:tcPr>
          <w:p w14:paraId="0AACF2D4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 xml:space="preserve">Esindaja nimi, esindamise alus </w:t>
            </w:r>
          </w:p>
        </w:tc>
        <w:tc>
          <w:tcPr>
            <w:tcW w:w="5187" w:type="dxa"/>
          </w:tcPr>
          <w:p w14:paraId="27EC6EEE" w14:textId="6DACF758" w:rsidR="00904AAF" w:rsidRPr="009E67ED" w:rsidRDefault="00CE314A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Kati Kusmin</w:t>
            </w:r>
          </w:p>
        </w:tc>
      </w:tr>
      <w:tr w:rsidR="00904AAF" w:rsidRPr="009E67ED" w14:paraId="7EFD10D1" w14:textId="77777777" w:rsidTr="000638F8">
        <w:trPr>
          <w:trHeight w:val="231"/>
        </w:trPr>
        <w:tc>
          <w:tcPr>
            <w:tcW w:w="3712" w:type="dxa"/>
          </w:tcPr>
          <w:p w14:paraId="26CF91A8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Esindaja ametinimetus</w:t>
            </w:r>
          </w:p>
        </w:tc>
        <w:tc>
          <w:tcPr>
            <w:tcW w:w="5187" w:type="dxa"/>
          </w:tcPr>
          <w:p w14:paraId="041399B9" w14:textId="1E5DB2A1" w:rsidR="00904AAF" w:rsidRPr="009E67ED" w:rsidRDefault="00CE314A" w:rsidP="00971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Juhatuse esimees</w:t>
            </w:r>
          </w:p>
        </w:tc>
      </w:tr>
      <w:tr w:rsidR="00904AAF" w:rsidRPr="009E67ED" w14:paraId="2BE344FA" w14:textId="77777777" w:rsidTr="000638F8">
        <w:trPr>
          <w:trHeight w:val="245"/>
        </w:trPr>
        <w:tc>
          <w:tcPr>
            <w:tcW w:w="3712" w:type="dxa"/>
          </w:tcPr>
          <w:p w14:paraId="4D7B0E1F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Tel</w:t>
            </w:r>
            <w:r>
              <w:rPr>
                <w:sz w:val="22"/>
                <w:szCs w:val="22"/>
              </w:rPr>
              <w:t>efon</w:t>
            </w:r>
          </w:p>
        </w:tc>
        <w:tc>
          <w:tcPr>
            <w:tcW w:w="5187" w:type="dxa"/>
          </w:tcPr>
          <w:p w14:paraId="04D9A032" w14:textId="2343B464" w:rsidR="00904AAF" w:rsidRPr="009E67ED" w:rsidRDefault="00CE314A" w:rsidP="009711BB">
            <w:pPr>
              <w:rPr>
                <w:sz w:val="22"/>
                <w:szCs w:val="22"/>
              </w:rPr>
            </w:pPr>
            <w:r w:rsidRPr="00CE314A">
              <w:rPr>
                <w:sz w:val="22"/>
                <w:szCs w:val="22"/>
              </w:rPr>
              <w:t>606 3400</w:t>
            </w:r>
          </w:p>
        </w:tc>
      </w:tr>
      <w:tr w:rsidR="00904AAF" w:rsidRPr="009E67ED" w14:paraId="1631018A" w14:textId="77777777" w:rsidTr="000638F8">
        <w:trPr>
          <w:trHeight w:val="259"/>
        </w:trPr>
        <w:tc>
          <w:tcPr>
            <w:tcW w:w="3712" w:type="dxa"/>
          </w:tcPr>
          <w:p w14:paraId="48DA081B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E-post</w:t>
            </w:r>
          </w:p>
        </w:tc>
        <w:tc>
          <w:tcPr>
            <w:tcW w:w="5187" w:type="dxa"/>
          </w:tcPr>
          <w:p w14:paraId="6F75D31D" w14:textId="66E1B36E" w:rsidR="00904AAF" w:rsidRPr="009E67ED" w:rsidRDefault="00CE314A" w:rsidP="009711BB">
            <w:pPr>
              <w:rPr>
                <w:sz w:val="22"/>
                <w:szCs w:val="22"/>
              </w:rPr>
            </w:pPr>
            <w:r w:rsidRPr="00CE314A">
              <w:rPr>
                <w:sz w:val="22"/>
                <w:szCs w:val="22"/>
              </w:rPr>
              <w:t>info@rkas.ee</w:t>
            </w:r>
          </w:p>
        </w:tc>
      </w:tr>
    </w:tbl>
    <w:p w14:paraId="7114C44D" w14:textId="7F3A5D15" w:rsidR="00904AAF" w:rsidRDefault="00904AAF" w:rsidP="00904AAF">
      <w:pPr>
        <w:jc w:val="both"/>
        <w:rPr>
          <w:b/>
          <w:sz w:val="22"/>
          <w:szCs w:val="22"/>
        </w:rPr>
      </w:pPr>
    </w:p>
    <w:p w14:paraId="7D11E816" w14:textId="77777777" w:rsidR="00CA2F68" w:rsidRDefault="00CA2F68" w:rsidP="00904AAF">
      <w:pPr>
        <w:jc w:val="both"/>
        <w:rPr>
          <w:b/>
          <w:sz w:val="22"/>
          <w:szCs w:val="22"/>
        </w:rPr>
      </w:pPr>
    </w:p>
    <w:p w14:paraId="44BBAE84" w14:textId="18E1FD92" w:rsidR="00904AAF" w:rsidRPr="009E67ED" w:rsidRDefault="00904AAF" w:rsidP="00904AA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Üleandja</w:t>
      </w:r>
      <w:r w:rsidR="00D512BC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 xml:space="preserve"> anna</w:t>
      </w:r>
      <w:r w:rsidR="00D512BC">
        <w:rPr>
          <w:b/>
          <w:sz w:val="22"/>
          <w:szCs w:val="22"/>
        </w:rPr>
        <w:t>vad</w:t>
      </w:r>
      <w:r>
        <w:rPr>
          <w:b/>
          <w:sz w:val="22"/>
          <w:szCs w:val="22"/>
        </w:rPr>
        <w:t xml:space="preserve"> Vastuvõtjale üle alljärgneval aadressil asuva kinnistu</w:t>
      </w:r>
      <w:r w:rsidR="002A6A77">
        <w:rPr>
          <w:b/>
          <w:sz w:val="22"/>
          <w:szCs w:val="22"/>
        </w:rPr>
        <w:t xml:space="preserve"> ja sellel asuva hoone mõttelise </w:t>
      </w:r>
      <w:r w:rsidR="00B65996">
        <w:rPr>
          <w:b/>
          <w:sz w:val="22"/>
          <w:szCs w:val="22"/>
        </w:rPr>
        <w:t xml:space="preserve">osa (51/72 </w:t>
      </w:r>
      <w:proofErr w:type="spellStart"/>
      <w:r w:rsidR="00B65996">
        <w:rPr>
          <w:b/>
          <w:sz w:val="22"/>
          <w:szCs w:val="22"/>
        </w:rPr>
        <w:t>kinnistustaamatu</w:t>
      </w:r>
      <w:proofErr w:type="spellEnd"/>
      <w:r w:rsidR="00B65996">
        <w:rPr>
          <w:b/>
          <w:sz w:val="22"/>
          <w:szCs w:val="22"/>
        </w:rPr>
        <w:t xml:space="preserve"> alusel) </w:t>
      </w:r>
      <w:r>
        <w:rPr>
          <w:b/>
          <w:sz w:val="22"/>
          <w:szCs w:val="22"/>
        </w:rPr>
        <w:t>haldamise:</w:t>
      </w:r>
    </w:p>
    <w:tbl>
      <w:tblPr>
        <w:tblW w:w="903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1511"/>
        <w:gridCol w:w="1276"/>
        <w:gridCol w:w="1701"/>
        <w:gridCol w:w="1098"/>
        <w:gridCol w:w="2987"/>
      </w:tblGrid>
      <w:tr w:rsidR="00904AAF" w:rsidRPr="009E67ED" w14:paraId="2BAA04BE" w14:textId="77777777" w:rsidTr="000638F8">
        <w:trPr>
          <w:trHeight w:val="70"/>
        </w:trPr>
        <w:tc>
          <w:tcPr>
            <w:tcW w:w="464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F22D10C" w14:textId="77777777" w:rsidR="00904AAF" w:rsidRPr="00C25EFD" w:rsidRDefault="00904AAF" w:rsidP="009711BB">
            <w:pPr>
              <w:tabs>
                <w:tab w:val="left" w:pos="870"/>
              </w:tabs>
              <w:jc w:val="center"/>
              <w:rPr>
                <w:sz w:val="22"/>
                <w:szCs w:val="22"/>
              </w:rPr>
            </w:pPr>
            <w:r w:rsidRPr="00C25EFD">
              <w:rPr>
                <w:sz w:val="22"/>
                <w:szCs w:val="22"/>
              </w:rPr>
              <w:t>Jrk nr</w:t>
            </w:r>
          </w:p>
        </w:tc>
        <w:tc>
          <w:tcPr>
            <w:tcW w:w="1511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25BAA40F" w14:textId="77777777" w:rsidR="00904AAF" w:rsidRPr="00C25EFD" w:rsidRDefault="00904AAF" w:rsidP="009711BB">
            <w:pPr>
              <w:jc w:val="center"/>
              <w:rPr>
                <w:sz w:val="22"/>
                <w:szCs w:val="22"/>
              </w:rPr>
            </w:pPr>
            <w:r w:rsidRPr="00C25EFD">
              <w:rPr>
                <w:sz w:val="22"/>
                <w:szCs w:val="22"/>
              </w:rPr>
              <w:t>Kinnistu aadress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0434A01B" w14:textId="77777777" w:rsidR="00904AAF" w:rsidRDefault="00904AAF" w:rsidP="009711BB">
            <w:pPr>
              <w:jc w:val="center"/>
              <w:rPr>
                <w:sz w:val="22"/>
                <w:szCs w:val="22"/>
              </w:rPr>
            </w:pPr>
            <w:r w:rsidRPr="00C25EFD">
              <w:rPr>
                <w:sz w:val="22"/>
                <w:szCs w:val="22"/>
              </w:rPr>
              <w:t xml:space="preserve">Kinnistu </w:t>
            </w:r>
          </w:p>
          <w:p w14:paraId="71EED850" w14:textId="77777777" w:rsidR="00904AAF" w:rsidRPr="00C25EFD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registriosa nr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98C4C3A" w14:textId="77777777" w:rsidR="000638F8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Katastritunnus</w:t>
            </w:r>
          </w:p>
          <w:p w14:paraId="72ED7137" w14:textId="03A8B09E" w:rsidR="00904AAF" w:rsidRPr="00C25EFD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ed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1A1D4A70" w14:textId="77777777" w:rsidR="00904AAF" w:rsidRPr="00C25EFD" w:rsidRDefault="00904AAF" w:rsidP="009711BB">
            <w:pPr>
              <w:jc w:val="center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Pindala</w:t>
            </w:r>
            <w:r>
              <w:rPr>
                <w:sz w:val="22"/>
                <w:szCs w:val="22"/>
              </w:rPr>
              <w:t xml:space="preserve"> (m</w:t>
            </w:r>
            <w:r w:rsidRPr="00F73E45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70BD5D1D" w14:textId="77777777" w:rsidR="00904AAF" w:rsidRPr="00F73E45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Kinnistu oluliseks osaks olevad ehitised (märkida hoone nimetus, EHR kood, netopind 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</w:tr>
      <w:tr w:rsidR="00904AAF" w:rsidRPr="009E67ED" w14:paraId="1A1BF2AD" w14:textId="77777777" w:rsidTr="000638F8">
        <w:trPr>
          <w:trHeight w:val="190"/>
        </w:trPr>
        <w:tc>
          <w:tcPr>
            <w:tcW w:w="464" w:type="dxa"/>
            <w:tcMar>
              <w:left w:w="0" w:type="dxa"/>
              <w:right w:w="0" w:type="dxa"/>
            </w:tcMar>
          </w:tcPr>
          <w:p w14:paraId="3484B362" w14:textId="77777777" w:rsidR="00904AAF" w:rsidRPr="009737DE" w:rsidRDefault="00904AAF" w:rsidP="009711BB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11" w:type="dxa"/>
            <w:tcMar>
              <w:left w:w="0" w:type="dxa"/>
              <w:right w:w="0" w:type="dxa"/>
            </w:tcMar>
          </w:tcPr>
          <w:p w14:paraId="61E27F94" w14:textId="62A52D72" w:rsidR="00904AAF" w:rsidRPr="009E67ED" w:rsidRDefault="000D7A87" w:rsidP="002774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P.Kerese</w:t>
            </w:r>
            <w:proofErr w:type="spellEnd"/>
            <w:r>
              <w:rPr>
                <w:sz w:val="22"/>
                <w:szCs w:val="22"/>
              </w:rPr>
              <w:t xml:space="preserve"> tn 14, Narva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49454DD2" w14:textId="7AB13415" w:rsidR="00904AAF" w:rsidRPr="009E67ED" w:rsidRDefault="002774EC" w:rsidP="002774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3872009</w:t>
            </w:r>
          </w:p>
        </w:tc>
        <w:tc>
          <w:tcPr>
            <w:tcW w:w="1701" w:type="dxa"/>
          </w:tcPr>
          <w:p w14:paraId="02C75134" w14:textId="5ECC5154" w:rsidR="00904AAF" w:rsidRPr="009E67ED" w:rsidRDefault="002774EC" w:rsidP="002774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51101:006:0206</w:t>
            </w:r>
          </w:p>
        </w:tc>
        <w:tc>
          <w:tcPr>
            <w:tcW w:w="1098" w:type="dxa"/>
          </w:tcPr>
          <w:p w14:paraId="3382D830" w14:textId="751CDCB1" w:rsidR="00904AAF" w:rsidRPr="009E67ED" w:rsidRDefault="002774EC" w:rsidP="002774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23887 m</w:t>
            </w:r>
            <w:r w:rsidRPr="002774E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87" w:type="dxa"/>
          </w:tcPr>
          <w:p w14:paraId="3DAC67EE" w14:textId="0EE36560" w:rsidR="00904AAF" w:rsidRPr="009E67ED" w:rsidRDefault="002774EC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120873124 -Sisekaitseakadeemia Narva õppekeskus, suletud netopind 9712 m2</w:t>
            </w:r>
          </w:p>
        </w:tc>
      </w:tr>
      <w:tr w:rsidR="00904AAF" w:rsidRPr="009E67ED" w14:paraId="4A54F743" w14:textId="77777777" w:rsidTr="000638F8">
        <w:trPr>
          <w:trHeight w:val="246"/>
        </w:trPr>
        <w:tc>
          <w:tcPr>
            <w:tcW w:w="464" w:type="dxa"/>
            <w:tcMar>
              <w:left w:w="0" w:type="dxa"/>
              <w:right w:w="0" w:type="dxa"/>
            </w:tcMar>
          </w:tcPr>
          <w:p w14:paraId="3D3988D3" w14:textId="77777777" w:rsidR="00904AAF" w:rsidRPr="009737DE" w:rsidRDefault="00904AAF" w:rsidP="009711BB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11" w:type="dxa"/>
            <w:tcMar>
              <w:left w:w="0" w:type="dxa"/>
              <w:right w:w="0" w:type="dxa"/>
            </w:tcMar>
          </w:tcPr>
          <w:p w14:paraId="6342E669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188E293B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0D0832B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98" w:type="dxa"/>
          </w:tcPr>
          <w:p w14:paraId="7A44CE14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87" w:type="dxa"/>
          </w:tcPr>
          <w:p w14:paraId="3CA2BDB7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04AAF" w:rsidRPr="009E67ED" w14:paraId="083FB6FC" w14:textId="77777777" w:rsidTr="000638F8">
        <w:trPr>
          <w:trHeight w:val="202"/>
        </w:trPr>
        <w:tc>
          <w:tcPr>
            <w:tcW w:w="464" w:type="dxa"/>
            <w:tcMar>
              <w:left w:w="0" w:type="dxa"/>
              <w:right w:w="0" w:type="dxa"/>
            </w:tcMar>
          </w:tcPr>
          <w:p w14:paraId="389EA0C1" w14:textId="77777777" w:rsidR="00904AAF" w:rsidRPr="009737DE" w:rsidRDefault="00904AAF" w:rsidP="009711BB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1511" w:type="dxa"/>
            <w:tcMar>
              <w:left w:w="0" w:type="dxa"/>
              <w:right w:w="0" w:type="dxa"/>
            </w:tcMar>
          </w:tcPr>
          <w:p w14:paraId="3889D6AB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1AFD2DB3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DCEDBC1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98" w:type="dxa"/>
          </w:tcPr>
          <w:p w14:paraId="03D17001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87" w:type="dxa"/>
          </w:tcPr>
          <w:p w14:paraId="14C297A1" w14:textId="77777777" w:rsidR="00904AAF" w:rsidRPr="009E67ED" w:rsidRDefault="00904AAF" w:rsidP="009711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F5B9D91" w14:textId="33017EC4" w:rsidR="00904AAF" w:rsidRDefault="00904AAF" w:rsidP="00904AAF">
      <w:pPr>
        <w:rPr>
          <w:sz w:val="22"/>
          <w:szCs w:val="22"/>
        </w:rPr>
      </w:pPr>
    </w:p>
    <w:p w14:paraId="5B68F8E6" w14:textId="77777777" w:rsidR="00CA2F68" w:rsidRDefault="00CA2F68" w:rsidP="00904AAF">
      <w:pPr>
        <w:rPr>
          <w:sz w:val="22"/>
          <w:szCs w:val="22"/>
        </w:rPr>
      </w:pPr>
    </w:p>
    <w:p w14:paraId="48B88A1C" w14:textId="3E22F424" w:rsidR="00904AAF" w:rsidRPr="00F73E45" w:rsidRDefault="00904AAF" w:rsidP="00904AAF">
      <w:pPr>
        <w:rPr>
          <w:b/>
          <w:sz w:val="22"/>
          <w:szCs w:val="22"/>
        </w:rPr>
      </w:pPr>
      <w:r>
        <w:rPr>
          <w:b/>
          <w:sz w:val="22"/>
          <w:szCs w:val="22"/>
        </w:rPr>
        <w:t>Üleandj</w:t>
      </w:r>
      <w:r w:rsidR="00B65996">
        <w:rPr>
          <w:b/>
          <w:sz w:val="22"/>
          <w:szCs w:val="22"/>
        </w:rPr>
        <w:t>a</w:t>
      </w:r>
      <w:r w:rsidR="00D512BC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 xml:space="preserve"> anna</w:t>
      </w:r>
      <w:r w:rsidR="00D512BC">
        <w:rPr>
          <w:b/>
          <w:sz w:val="22"/>
          <w:szCs w:val="22"/>
        </w:rPr>
        <w:t>vad</w:t>
      </w:r>
      <w:r>
        <w:rPr>
          <w:b/>
          <w:sz w:val="22"/>
          <w:szCs w:val="22"/>
        </w:rPr>
        <w:t xml:space="preserve"> V</w:t>
      </w:r>
      <w:r w:rsidRPr="00F73E45">
        <w:rPr>
          <w:b/>
          <w:sz w:val="22"/>
          <w:szCs w:val="22"/>
        </w:rPr>
        <w:t>astuvõtjale üle:</w:t>
      </w:r>
    </w:p>
    <w:p w14:paraId="6A97241E" w14:textId="77777777" w:rsidR="00904AAF" w:rsidRDefault="00904AAF" w:rsidP="00904AAF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DE7B5A">
        <w:rPr>
          <w:sz w:val="22"/>
          <w:szCs w:val="22"/>
        </w:rPr>
        <w:t>Dokumentatsiooni alljärgnevas:</w:t>
      </w:r>
    </w:p>
    <w:tbl>
      <w:tblPr>
        <w:tblStyle w:val="TableGrid"/>
        <w:tblW w:w="8939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"/>
        <w:gridCol w:w="667"/>
        <w:gridCol w:w="2354"/>
        <w:gridCol w:w="936"/>
        <w:gridCol w:w="3482"/>
        <w:gridCol w:w="1175"/>
      </w:tblGrid>
      <w:tr w:rsidR="00E90C5E" w14:paraId="07F4B6CE" w14:textId="77777777" w:rsidTr="000638F8">
        <w:tc>
          <w:tcPr>
            <w:tcW w:w="325" w:type="dxa"/>
            <w:shd w:val="clear" w:color="auto" w:fill="D9D9D9" w:themeFill="background1" w:themeFillShade="D9"/>
          </w:tcPr>
          <w:p w14:paraId="43518BD5" w14:textId="77777777" w:rsidR="00904AAF" w:rsidRPr="00DE7B5A" w:rsidRDefault="00904AAF" w:rsidP="009711BB">
            <w:pPr>
              <w:jc w:val="center"/>
              <w:rPr>
                <w:sz w:val="22"/>
                <w:szCs w:val="22"/>
              </w:rPr>
            </w:pPr>
            <w:r w:rsidRPr="00DE7B5A">
              <w:rPr>
                <w:color w:val="000000"/>
                <w:sz w:val="22"/>
                <w:szCs w:val="22"/>
                <w:lang w:eastAsia="et-EE"/>
              </w:rPr>
              <w:t>Jrk nr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2A6E4AAA" w14:textId="77777777" w:rsidR="00904AAF" w:rsidRPr="00DE7B5A" w:rsidRDefault="00904AAF" w:rsidP="009711BB">
            <w:pPr>
              <w:jc w:val="center"/>
              <w:rPr>
                <w:sz w:val="22"/>
                <w:szCs w:val="22"/>
              </w:rPr>
            </w:pPr>
            <w:r w:rsidRPr="00DE7B5A">
              <w:rPr>
                <w:sz w:val="22"/>
                <w:szCs w:val="22"/>
              </w:rPr>
              <w:t>Objekt</w:t>
            </w:r>
          </w:p>
        </w:tc>
        <w:tc>
          <w:tcPr>
            <w:tcW w:w="2354" w:type="dxa"/>
            <w:shd w:val="clear" w:color="auto" w:fill="D9D9D9" w:themeFill="background1" w:themeFillShade="D9"/>
          </w:tcPr>
          <w:p w14:paraId="64331EE4" w14:textId="77777777" w:rsidR="00904AAF" w:rsidRPr="00DE7B5A" w:rsidRDefault="00904AAF" w:rsidP="009711BB">
            <w:pPr>
              <w:jc w:val="center"/>
              <w:rPr>
                <w:sz w:val="22"/>
                <w:szCs w:val="22"/>
              </w:rPr>
            </w:pPr>
            <w:r w:rsidRPr="00DE7B5A">
              <w:rPr>
                <w:color w:val="000000"/>
                <w:sz w:val="22"/>
                <w:szCs w:val="22"/>
                <w:lang w:eastAsia="et-EE"/>
              </w:rPr>
              <w:t>Dokumendi nimi</w:t>
            </w:r>
          </w:p>
        </w:tc>
        <w:tc>
          <w:tcPr>
            <w:tcW w:w="936" w:type="dxa"/>
            <w:shd w:val="clear" w:color="auto" w:fill="D9D9D9" w:themeFill="background1" w:themeFillShade="D9"/>
          </w:tcPr>
          <w:p w14:paraId="18350771" w14:textId="77777777" w:rsidR="00904AAF" w:rsidRPr="00DE7B5A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t-EE"/>
              </w:rPr>
              <w:t>Dok</w:t>
            </w:r>
            <w:proofErr w:type="spellEnd"/>
            <w:r>
              <w:rPr>
                <w:color w:val="000000"/>
                <w:sz w:val="22"/>
                <w:szCs w:val="22"/>
                <w:lang w:eastAsia="et-EE"/>
              </w:rPr>
              <w:t xml:space="preserve"> nr</w:t>
            </w:r>
          </w:p>
        </w:tc>
        <w:tc>
          <w:tcPr>
            <w:tcW w:w="3482" w:type="dxa"/>
            <w:shd w:val="clear" w:color="auto" w:fill="D9D9D9" w:themeFill="background1" w:themeFillShade="D9"/>
          </w:tcPr>
          <w:p w14:paraId="456B4222" w14:textId="77777777" w:rsidR="00904AAF" w:rsidRPr="00DE7B5A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Lepingup</w:t>
            </w:r>
            <w:r w:rsidRPr="00DE7B5A">
              <w:rPr>
                <w:color w:val="000000"/>
                <w:sz w:val="22"/>
                <w:szCs w:val="22"/>
                <w:lang w:eastAsia="et-EE"/>
              </w:rPr>
              <w:t>artnerid/ üürnikud või kommentaar</w:t>
            </w:r>
          </w:p>
        </w:tc>
        <w:tc>
          <w:tcPr>
            <w:tcW w:w="1175" w:type="dxa"/>
            <w:shd w:val="clear" w:color="auto" w:fill="D9D9D9" w:themeFill="background1" w:themeFillShade="D9"/>
          </w:tcPr>
          <w:p w14:paraId="3ED4E227" w14:textId="77777777" w:rsidR="00904AAF" w:rsidRPr="00DE7B5A" w:rsidRDefault="00904AAF" w:rsidP="009711BB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Lepingu lõppemise tähtaeg</w:t>
            </w:r>
          </w:p>
        </w:tc>
      </w:tr>
      <w:tr w:rsidR="00E90C5E" w14:paraId="64A83E33" w14:textId="77777777" w:rsidTr="000638F8">
        <w:tc>
          <w:tcPr>
            <w:tcW w:w="325" w:type="dxa"/>
            <w:tcMar>
              <w:left w:w="0" w:type="dxa"/>
              <w:right w:w="0" w:type="dxa"/>
            </w:tcMar>
          </w:tcPr>
          <w:p w14:paraId="5215BEFF" w14:textId="77777777" w:rsidR="00904AAF" w:rsidRPr="00C25EFD" w:rsidRDefault="00904AAF" w:rsidP="009711B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67" w:type="dxa"/>
          </w:tcPr>
          <w:p w14:paraId="274D2563" w14:textId="786857E8" w:rsidR="00904AAF" w:rsidRDefault="00BD02AE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Kerese </w:t>
            </w:r>
            <w:r w:rsidR="00DB4F9F">
              <w:rPr>
                <w:sz w:val="22"/>
                <w:szCs w:val="22"/>
              </w:rPr>
              <w:t xml:space="preserve">tn 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2354" w:type="dxa"/>
          </w:tcPr>
          <w:sdt>
            <w:sdtPr>
              <w:rPr>
                <w:color w:val="000000"/>
                <w:sz w:val="22"/>
                <w:szCs w:val="22"/>
                <w:lang w:eastAsia="et-EE"/>
              </w:rPr>
              <w:alias w:val="Lepingud"/>
              <w:tag w:val="Vali lepingu tüüp"/>
              <w:id w:val="1627666672"/>
              <w:placeholder>
                <w:docPart w:val="D08978DDDC464DB8A2FA238B2E115E0C"/>
              </w:placeholder>
              <w:comboBox>
                <w:listItem w:value="Valige üksus."/>
                <w:listItem w:displayText="Üürilepingud" w:value="Üürilepingud"/>
                <w:listItem w:displayText="Halduslepingud" w:value="Halduslepingud"/>
                <w:listItem w:displayText="Tehnohoolduslepingud" w:value="Tehnohoolduslepingud"/>
                <w:listItem w:displayText="Heakorrateenuse lepingud" w:value="Heakorrateenuse lepingud"/>
                <w:listItem w:displayText="Liitumis/tarbimislepingud" w:value="Liitumis/tarbimislepingud"/>
                <w:listItem w:displayText="Valvelepingud" w:value="Valvelepingud"/>
                <w:listItem w:displayText="Muud lepingud" w:value="Muud lepingud"/>
                <w:listItem w:displayText="Ettekirjutused" w:value="Ettekirjutused"/>
                <w:listItem w:displayText="Ekspertiisid" w:value="Ekspertiisid"/>
                <w:listItem w:displayText="Energiamärgis" w:value="Energiamärgis"/>
                <w:listItem w:displayText="Energiaaudit" w:value="Energiaaudit"/>
                <w:listItem w:displayText="Muinsuskaiste eritingimused" w:value="Muinsuskaiste eritingimused"/>
                <w:listItem w:displayText="Kasutusluba" w:value="Kasutusluba"/>
                <w:listItem w:displayText="Ehitusluba" w:value="Ehitusluba"/>
                <w:listItem w:displayText="Saasteload" w:value="Saasteload"/>
                <w:listItem w:displayText="Ehitusprojekt" w:value="Ehitusprojekt"/>
                <w:listItem w:displayText="Inventariseerimisjoonised" w:value="Inventariseerimisjoonised"/>
                <w:listItem w:displayText="Planeeringud" w:value="Planeeringud"/>
                <w:listItem w:displayText="Katastriüksuse plaan" w:value="Katastriüksuse plaan"/>
              </w:comboBox>
            </w:sdtPr>
            <w:sdtEndPr/>
            <w:sdtContent>
              <w:p w14:paraId="55A01E41" w14:textId="10894A94" w:rsidR="00904AAF" w:rsidRDefault="00BD02AE" w:rsidP="009711BB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000000"/>
                    <w:sz w:val="22"/>
                    <w:szCs w:val="22"/>
                    <w:lang w:eastAsia="et-EE"/>
                  </w:rPr>
                  <w:t>Liitumis/tarbimislepingud</w:t>
                </w:r>
              </w:p>
            </w:sdtContent>
          </w:sdt>
        </w:tc>
        <w:tc>
          <w:tcPr>
            <w:tcW w:w="936" w:type="dxa"/>
          </w:tcPr>
          <w:p w14:paraId="7AB594E7" w14:textId="57AE84FB" w:rsidR="00904AAF" w:rsidRPr="007C3C8C" w:rsidRDefault="00904AAF" w:rsidP="009711BB">
            <w:pPr>
              <w:jc w:val="both"/>
              <w:rPr>
                <w:color w:val="000000"/>
                <w:sz w:val="22"/>
                <w:szCs w:val="22"/>
                <w:highlight w:val="lightGray"/>
                <w:lang w:eastAsia="et-EE"/>
              </w:rPr>
            </w:pPr>
          </w:p>
        </w:tc>
        <w:tc>
          <w:tcPr>
            <w:tcW w:w="3482" w:type="dxa"/>
          </w:tcPr>
          <w:p w14:paraId="231E5456" w14:textId="7B3A7E5C" w:rsidR="00904AAF" w:rsidRDefault="00BD02AE" w:rsidP="009711BB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Narva Soojusvõrk</w:t>
            </w:r>
          </w:p>
        </w:tc>
        <w:tc>
          <w:tcPr>
            <w:tcW w:w="1175" w:type="dxa"/>
          </w:tcPr>
          <w:p w14:paraId="5D9628CE" w14:textId="0AD3EC1D" w:rsidR="00904AAF" w:rsidRDefault="00CA2F68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Tähtajatu</w:t>
            </w:r>
          </w:p>
        </w:tc>
      </w:tr>
      <w:tr w:rsidR="00E90C5E" w14:paraId="4E42DD68" w14:textId="77777777" w:rsidTr="000638F8">
        <w:tc>
          <w:tcPr>
            <w:tcW w:w="325" w:type="dxa"/>
            <w:tcMar>
              <w:left w:w="0" w:type="dxa"/>
              <w:right w:w="0" w:type="dxa"/>
            </w:tcMar>
          </w:tcPr>
          <w:p w14:paraId="256722CA" w14:textId="77777777" w:rsidR="00904AAF" w:rsidRPr="00C25EFD" w:rsidRDefault="00904AAF" w:rsidP="009711B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67" w:type="dxa"/>
          </w:tcPr>
          <w:p w14:paraId="00AE6751" w14:textId="77777777" w:rsidR="00904AAF" w:rsidRDefault="00904AAF" w:rsidP="009711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54" w:type="dxa"/>
          </w:tcPr>
          <w:sdt>
            <w:sdtPr>
              <w:rPr>
                <w:color w:val="000000"/>
                <w:sz w:val="22"/>
                <w:szCs w:val="22"/>
                <w:lang w:eastAsia="et-EE"/>
              </w:rPr>
              <w:alias w:val="Lepingud"/>
              <w:tag w:val="Vali lepingu tüüp"/>
              <w:id w:val="-1756585708"/>
              <w:placeholder>
                <w:docPart w:val="7B246F8EF9A544B4BD5592533FF6D29D"/>
              </w:placeholder>
              <w:comboBox>
                <w:listItem w:value="Valige üksus."/>
                <w:listItem w:displayText="Üürilepingud" w:value="Üürilepingud"/>
                <w:listItem w:displayText="Halduslepingud" w:value="Halduslepingud"/>
                <w:listItem w:displayText="Tehnohoolduslepingud" w:value="Tehnohoolduslepingud"/>
                <w:listItem w:displayText="Heakorrateenuse lepingud" w:value="Heakorrateenuse lepingud"/>
                <w:listItem w:displayText="Liitumis/tarbimislepingud" w:value="Liitumis/tarbimislepingud"/>
                <w:listItem w:displayText="Valvelepingud" w:value="Valvelepingud"/>
                <w:listItem w:displayText="Muud lepingud" w:value="Muud lepingud"/>
                <w:listItem w:displayText="Ettekirjutused" w:value="Ettekirjutused"/>
                <w:listItem w:displayText="Ekspertiisid" w:value="Ekspertiisid"/>
                <w:listItem w:displayText="Energiamärgis" w:value="Energiamärgis"/>
                <w:listItem w:displayText="Energiaaudit" w:value="Energiaaudit"/>
                <w:listItem w:displayText="Muinsuskaiste eritingimused" w:value="Muinsuskaiste eritingimused"/>
                <w:listItem w:displayText="Kasutusluba" w:value="Kasutusluba"/>
                <w:listItem w:displayText="Ehitusluba" w:value="Ehitusluba"/>
                <w:listItem w:displayText="Saasteload" w:value="Saasteload"/>
                <w:listItem w:displayText="Ehitusprojekt" w:value="Ehitusprojekt"/>
                <w:listItem w:displayText="Inventariseerimisjoonised" w:value="Inventariseerimisjoonised"/>
                <w:listItem w:displayText="Planeeringud" w:value="Planeeringud"/>
                <w:listItem w:displayText="Katastriüksuse plaan" w:value="Katastriüksuse plaan"/>
              </w:comboBox>
            </w:sdtPr>
            <w:sdtEndPr/>
            <w:sdtContent>
              <w:p w14:paraId="3DBE504A" w14:textId="64824628" w:rsidR="00904AAF" w:rsidRDefault="00BD02AE" w:rsidP="009711BB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000000"/>
                    <w:sz w:val="22"/>
                    <w:szCs w:val="22"/>
                    <w:lang w:eastAsia="et-EE"/>
                  </w:rPr>
                  <w:t>Liitumis/tarbimislepingud</w:t>
                </w:r>
              </w:p>
            </w:sdtContent>
          </w:sdt>
        </w:tc>
        <w:tc>
          <w:tcPr>
            <w:tcW w:w="936" w:type="dxa"/>
          </w:tcPr>
          <w:p w14:paraId="491AF3C3" w14:textId="097FEACC" w:rsidR="00904AAF" w:rsidRPr="00DD7152" w:rsidRDefault="00DB4F9F" w:rsidP="009711BB">
            <w:pPr>
              <w:jc w:val="both"/>
              <w:rPr>
                <w:color w:val="000000"/>
                <w:sz w:val="22"/>
                <w:szCs w:val="22"/>
                <w:lang w:eastAsia="et-EE"/>
              </w:rPr>
            </w:pPr>
            <w:r w:rsidRPr="00DD7152">
              <w:rPr>
                <w:color w:val="000000"/>
                <w:sz w:val="22"/>
                <w:szCs w:val="22"/>
                <w:lang w:eastAsia="et-EE"/>
              </w:rPr>
              <w:t>36190667</w:t>
            </w:r>
          </w:p>
        </w:tc>
        <w:tc>
          <w:tcPr>
            <w:tcW w:w="3482" w:type="dxa"/>
          </w:tcPr>
          <w:p w14:paraId="2A064CB8" w14:textId="087FB7D9" w:rsidR="00904AAF" w:rsidRPr="00DD7152" w:rsidRDefault="00BD02AE" w:rsidP="009711BB">
            <w:pPr>
              <w:jc w:val="both"/>
              <w:rPr>
                <w:sz w:val="22"/>
                <w:szCs w:val="22"/>
              </w:rPr>
            </w:pPr>
            <w:r w:rsidRPr="00DD7152">
              <w:rPr>
                <w:color w:val="000000"/>
                <w:sz w:val="22"/>
                <w:szCs w:val="22"/>
                <w:lang w:eastAsia="et-EE"/>
              </w:rPr>
              <w:t>VKG Elektrivõrgud</w:t>
            </w:r>
          </w:p>
        </w:tc>
        <w:tc>
          <w:tcPr>
            <w:tcW w:w="1175" w:type="dxa"/>
          </w:tcPr>
          <w:p w14:paraId="4EB9F041" w14:textId="4C56C5CC" w:rsidR="00904AAF" w:rsidRDefault="00CA2F68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Tähtajatu</w:t>
            </w:r>
          </w:p>
        </w:tc>
      </w:tr>
      <w:tr w:rsidR="00E90C5E" w14:paraId="17E85766" w14:textId="77777777" w:rsidTr="000638F8">
        <w:tc>
          <w:tcPr>
            <w:tcW w:w="325" w:type="dxa"/>
            <w:tcMar>
              <w:left w:w="0" w:type="dxa"/>
              <w:right w:w="0" w:type="dxa"/>
            </w:tcMar>
          </w:tcPr>
          <w:p w14:paraId="7634B8EB" w14:textId="77777777" w:rsidR="00904AAF" w:rsidRPr="00C25EFD" w:rsidRDefault="00904AAF" w:rsidP="009711B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67" w:type="dxa"/>
          </w:tcPr>
          <w:p w14:paraId="5FA6FCEA" w14:textId="77777777" w:rsidR="00904AAF" w:rsidRDefault="00904AAF" w:rsidP="009711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54" w:type="dxa"/>
          </w:tcPr>
          <w:sdt>
            <w:sdtPr>
              <w:rPr>
                <w:color w:val="000000"/>
                <w:sz w:val="22"/>
                <w:szCs w:val="22"/>
                <w:lang w:eastAsia="et-EE"/>
              </w:rPr>
              <w:alias w:val="Lepingud"/>
              <w:tag w:val="Vali lepingu tüüp"/>
              <w:id w:val="-568110956"/>
              <w:placeholder>
                <w:docPart w:val="0C092F33C081406A84C8D709A8164795"/>
              </w:placeholder>
              <w:comboBox>
                <w:listItem w:value="Valige üksus."/>
                <w:listItem w:displayText="Üürilepingud" w:value="Üürilepingud"/>
                <w:listItem w:displayText="Halduslepingud" w:value="Halduslepingud"/>
                <w:listItem w:displayText="Tehnohoolduslepingud" w:value="Tehnohoolduslepingud"/>
                <w:listItem w:displayText="Heakorrateenuse lepingud" w:value="Heakorrateenuse lepingud"/>
                <w:listItem w:displayText="Liitumis/tarbimislepingud" w:value="Liitumis/tarbimislepingud"/>
                <w:listItem w:displayText="Valvelepingud" w:value="Valvelepingud"/>
                <w:listItem w:displayText="Muud lepingud" w:value="Muud lepingud"/>
                <w:listItem w:displayText="Ettekirjutused" w:value="Ettekirjutused"/>
                <w:listItem w:displayText="Ekspertiisid" w:value="Ekspertiisid"/>
                <w:listItem w:displayText="Energiamärgis" w:value="Energiamärgis"/>
                <w:listItem w:displayText="Energiaaudit" w:value="Energiaaudit"/>
                <w:listItem w:displayText="Muinsuskaiste eritingimused" w:value="Muinsuskaiste eritingimused"/>
                <w:listItem w:displayText="Kasutusluba" w:value="Kasutusluba"/>
                <w:listItem w:displayText="Ehitusluba" w:value="Ehitusluba"/>
                <w:listItem w:displayText="Saasteload" w:value="Saasteload"/>
                <w:listItem w:displayText="Ehitusprojekt" w:value="Ehitusprojekt"/>
                <w:listItem w:displayText="Inventariseerimisjoonised" w:value="Inventariseerimisjoonised"/>
                <w:listItem w:displayText="Planeeringud" w:value="Planeeringud"/>
                <w:listItem w:displayText="Katastriüksuse plaan" w:value="Katastriüksuse plaan"/>
              </w:comboBox>
            </w:sdtPr>
            <w:sdtEndPr/>
            <w:sdtContent>
              <w:p w14:paraId="24418C47" w14:textId="115BE0C5" w:rsidR="00904AAF" w:rsidRDefault="00BD02AE" w:rsidP="009711BB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000000"/>
                    <w:sz w:val="22"/>
                    <w:szCs w:val="22"/>
                    <w:lang w:eastAsia="et-EE"/>
                  </w:rPr>
                  <w:t>Liitumis/tarbimislepingud</w:t>
                </w:r>
              </w:p>
            </w:sdtContent>
          </w:sdt>
        </w:tc>
        <w:tc>
          <w:tcPr>
            <w:tcW w:w="936" w:type="dxa"/>
          </w:tcPr>
          <w:p w14:paraId="01AF4F85" w14:textId="77777777" w:rsidR="00904AAF" w:rsidRPr="007C3C8C" w:rsidRDefault="00904AAF" w:rsidP="009711BB">
            <w:pPr>
              <w:jc w:val="both"/>
              <w:rPr>
                <w:color w:val="000000"/>
                <w:sz w:val="22"/>
                <w:szCs w:val="22"/>
                <w:highlight w:val="lightGray"/>
                <w:lang w:eastAsia="et-EE"/>
              </w:rPr>
            </w:pPr>
          </w:p>
        </w:tc>
        <w:tc>
          <w:tcPr>
            <w:tcW w:w="3482" w:type="dxa"/>
          </w:tcPr>
          <w:p w14:paraId="3D8A5EFC" w14:textId="56F2BF88" w:rsidR="00904AAF" w:rsidRDefault="00BD02AE" w:rsidP="009711BB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Narva Vesi AS</w:t>
            </w:r>
          </w:p>
        </w:tc>
        <w:tc>
          <w:tcPr>
            <w:tcW w:w="1175" w:type="dxa"/>
          </w:tcPr>
          <w:p w14:paraId="006AAFD6" w14:textId="15503B84" w:rsidR="00904AAF" w:rsidRDefault="00CA2F68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Tähtajatu</w:t>
            </w:r>
          </w:p>
        </w:tc>
      </w:tr>
      <w:tr w:rsidR="00E90C5E" w14:paraId="4A2DCDAB" w14:textId="77777777" w:rsidTr="000638F8">
        <w:tc>
          <w:tcPr>
            <w:tcW w:w="325" w:type="dxa"/>
            <w:tcMar>
              <w:left w:w="0" w:type="dxa"/>
              <w:right w:w="0" w:type="dxa"/>
            </w:tcMar>
          </w:tcPr>
          <w:p w14:paraId="476D8F70" w14:textId="77777777" w:rsidR="00904AAF" w:rsidRPr="00C25EFD" w:rsidRDefault="00904AAF" w:rsidP="009711B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67" w:type="dxa"/>
          </w:tcPr>
          <w:p w14:paraId="5124A78C" w14:textId="77777777" w:rsidR="00904AAF" w:rsidRDefault="00904AAF" w:rsidP="009711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54" w:type="dxa"/>
          </w:tcPr>
          <w:p w14:paraId="063C7EA7" w14:textId="7BAD6F61" w:rsidR="00904AAF" w:rsidRDefault="00E90C5E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Teostusdokumentatsioon </w:t>
            </w:r>
          </w:p>
        </w:tc>
        <w:tc>
          <w:tcPr>
            <w:tcW w:w="936" w:type="dxa"/>
          </w:tcPr>
          <w:p w14:paraId="59D38982" w14:textId="77777777" w:rsidR="00904AAF" w:rsidRPr="007C3C8C" w:rsidRDefault="00904AAF" w:rsidP="009711BB">
            <w:pPr>
              <w:jc w:val="both"/>
              <w:rPr>
                <w:color w:val="000000"/>
                <w:sz w:val="22"/>
                <w:szCs w:val="22"/>
                <w:highlight w:val="lightGray"/>
                <w:lang w:eastAsia="et-EE"/>
              </w:rPr>
            </w:pPr>
          </w:p>
        </w:tc>
        <w:tc>
          <w:tcPr>
            <w:tcW w:w="3482" w:type="dxa"/>
          </w:tcPr>
          <w:p w14:paraId="234F2CF3" w14:textId="47299737" w:rsidR="00904AAF" w:rsidRDefault="00E90C5E" w:rsidP="009711BB">
            <w:pPr>
              <w:jc w:val="both"/>
              <w:rPr>
                <w:sz w:val="22"/>
                <w:szCs w:val="22"/>
              </w:rPr>
            </w:pPr>
            <w:r w:rsidRPr="00CE314A">
              <w:rPr>
                <w:color w:val="000000"/>
                <w:sz w:val="22"/>
                <w:szCs w:val="22"/>
                <w:lang w:eastAsia="et-EE"/>
              </w:rPr>
              <w:t>Nordecon AS poolt mälupulgal üle antud ehituse teostusdokumentatsioon</w:t>
            </w:r>
          </w:p>
        </w:tc>
        <w:tc>
          <w:tcPr>
            <w:tcW w:w="1175" w:type="dxa"/>
          </w:tcPr>
          <w:p w14:paraId="2DBAE520" w14:textId="4CC325AE" w:rsidR="00904AAF" w:rsidRDefault="00CA2F68" w:rsidP="009711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Tähtajatu</w:t>
            </w:r>
          </w:p>
          <w:p w14:paraId="2F7C2F42" w14:textId="5C57C203" w:rsidR="00CA2F68" w:rsidRDefault="00CA2F68" w:rsidP="009711BB">
            <w:pPr>
              <w:jc w:val="both"/>
              <w:rPr>
                <w:sz w:val="22"/>
                <w:szCs w:val="22"/>
              </w:rPr>
            </w:pPr>
          </w:p>
        </w:tc>
      </w:tr>
    </w:tbl>
    <w:p w14:paraId="14F74510" w14:textId="65216545" w:rsidR="00904AAF" w:rsidRDefault="00904AAF" w:rsidP="00904AAF">
      <w:pPr>
        <w:jc w:val="both"/>
        <w:rPr>
          <w:sz w:val="22"/>
          <w:szCs w:val="22"/>
        </w:rPr>
      </w:pPr>
    </w:p>
    <w:p w14:paraId="4D37007A" w14:textId="521A1E30" w:rsidR="00CA2F68" w:rsidRDefault="00CA2F68" w:rsidP="00904AAF">
      <w:pPr>
        <w:jc w:val="both"/>
        <w:rPr>
          <w:sz w:val="22"/>
          <w:szCs w:val="22"/>
        </w:rPr>
      </w:pPr>
    </w:p>
    <w:p w14:paraId="4F04F76C" w14:textId="0C94B7DD" w:rsidR="00CA2F68" w:rsidRDefault="00CA2F68" w:rsidP="00904AAF">
      <w:pPr>
        <w:jc w:val="both"/>
        <w:rPr>
          <w:sz w:val="22"/>
          <w:szCs w:val="22"/>
        </w:rPr>
      </w:pPr>
    </w:p>
    <w:p w14:paraId="405E53A8" w14:textId="77777777" w:rsidR="00CA2F68" w:rsidRDefault="00CA2F68" w:rsidP="00904AAF">
      <w:pPr>
        <w:jc w:val="both"/>
        <w:rPr>
          <w:sz w:val="22"/>
          <w:szCs w:val="22"/>
        </w:rPr>
      </w:pPr>
    </w:p>
    <w:p w14:paraId="6D21421D" w14:textId="31796AC0" w:rsidR="00904AAF" w:rsidRPr="00DE7B5A" w:rsidRDefault="00904AAF" w:rsidP="00904AAF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DE7B5A">
        <w:rPr>
          <w:sz w:val="22"/>
          <w:szCs w:val="22"/>
        </w:rPr>
        <w:t>Võtmed ja muud läbipääsuvahendid, sh koodid ja salasõnad</w:t>
      </w:r>
    </w:p>
    <w:tbl>
      <w:tblPr>
        <w:tblW w:w="88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1404"/>
        <w:gridCol w:w="879"/>
        <w:gridCol w:w="1399"/>
        <w:gridCol w:w="4526"/>
      </w:tblGrid>
      <w:tr w:rsidR="00904AAF" w:rsidRPr="009E67ED" w14:paraId="1AA4FA98" w14:textId="77777777" w:rsidTr="000638F8">
        <w:trPr>
          <w:trHeight w:val="254"/>
        </w:trPr>
        <w:tc>
          <w:tcPr>
            <w:tcW w:w="6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F2416E" w14:textId="77777777" w:rsidR="00904AAF" w:rsidRPr="00DE7B5A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  <w:r w:rsidRPr="00DE7B5A">
              <w:rPr>
                <w:color w:val="000000"/>
                <w:sz w:val="22"/>
                <w:szCs w:val="22"/>
                <w:lang w:eastAsia="et-EE"/>
              </w:rPr>
              <w:t>Jrk nr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BC4EC34" w14:textId="77777777" w:rsidR="00904AAF" w:rsidRPr="00DE7B5A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Objekt</w:t>
            </w:r>
            <w:r w:rsidRPr="00DE7B5A">
              <w:rPr>
                <w:color w:val="000000"/>
                <w:sz w:val="22"/>
                <w:szCs w:val="22"/>
                <w:lang w:eastAsia="et-EE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CA67F86" w14:textId="77777777" w:rsidR="00904AAF" w:rsidRPr="00DE7B5A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Ruumi nr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A772274" w14:textId="77777777" w:rsidR="00904AAF" w:rsidRPr="00DE7B5A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  <w:r w:rsidRPr="00DE7B5A">
              <w:rPr>
                <w:color w:val="000000"/>
                <w:sz w:val="22"/>
                <w:szCs w:val="22"/>
                <w:lang w:eastAsia="et-EE"/>
              </w:rPr>
              <w:t xml:space="preserve">Võtmete arv </w:t>
            </w:r>
          </w:p>
        </w:tc>
        <w:tc>
          <w:tcPr>
            <w:tcW w:w="4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7718FC3" w14:textId="77777777" w:rsidR="00904AAF" w:rsidRPr="00DE7B5A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 w:rsidRPr="00DE7B5A">
              <w:rPr>
                <w:color w:val="000000"/>
                <w:sz w:val="22"/>
                <w:szCs w:val="22"/>
                <w:lang w:eastAsia="et-EE"/>
              </w:rPr>
              <w:t>Märkused</w:t>
            </w:r>
          </w:p>
        </w:tc>
      </w:tr>
      <w:tr w:rsidR="00904AAF" w:rsidRPr="009E67ED" w14:paraId="4DF4DF61" w14:textId="77777777" w:rsidTr="000638F8">
        <w:trPr>
          <w:trHeight w:val="254"/>
        </w:trPr>
        <w:tc>
          <w:tcPr>
            <w:tcW w:w="6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4906" w14:textId="77777777" w:rsidR="00904AAF" w:rsidRPr="00013B7B" w:rsidRDefault="00904AAF" w:rsidP="009711BB">
            <w:pPr>
              <w:pStyle w:val="ListParagraph"/>
              <w:numPr>
                <w:ilvl w:val="0"/>
                <w:numId w:val="9"/>
              </w:numPr>
              <w:ind w:left="0" w:firstLine="0"/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440AB" w14:textId="34EEF790" w:rsidR="00904AAF" w:rsidRPr="009E67ED" w:rsidRDefault="009711BB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Kerese tn 14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1E9FD" w14:textId="0CFC63A6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A7124" w14:textId="402A9AE9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4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50EF" w14:textId="0139ED8B" w:rsidR="00904AAF" w:rsidRPr="009E67ED" w:rsidRDefault="00CE314A" w:rsidP="000E650D">
            <w:pPr>
              <w:rPr>
                <w:color w:val="000000"/>
                <w:sz w:val="22"/>
                <w:szCs w:val="22"/>
                <w:lang w:eastAsia="et-EE"/>
              </w:rPr>
            </w:pPr>
            <w:r>
              <w:rPr>
                <w:color w:val="000000"/>
                <w:sz w:val="22"/>
                <w:szCs w:val="22"/>
                <w:lang w:eastAsia="et-EE"/>
              </w:rPr>
              <w:t>Hooneautomaatika aadress ja paroolid</w:t>
            </w:r>
          </w:p>
        </w:tc>
      </w:tr>
      <w:tr w:rsidR="00904AAF" w:rsidRPr="009E67ED" w14:paraId="286D2E88" w14:textId="77777777" w:rsidTr="000638F8">
        <w:trPr>
          <w:trHeight w:val="25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5E0F" w14:textId="77777777" w:rsidR="00904AAF" w:rsidRPr="00013B7B" w:rsidRDefault="00904AAF" w:rsidP="009711BB">
            <w:pPr>
              <w:pStyle w:val="ListParagraph"/>
              <w:numPr>
                <w:ilvl w:val="0"/>
                <w:numId w:val="9"/>
              </w:numPr>
              <w:ind w:left="0" w:firstLine="0"/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4CC6" w14:textId="77777777" w:rsidR="00904AAF" w:rsidRPr="009E67ED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93447" w14:textId="77777777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544C" w14:textId="77777777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AC8B" w14:textId="77777777" w:rsidR="00904AAF" w:rsidRPr="009E67ED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</w:tr>
      <w:tr w:rsidR="00904AAF" w:rsidRPr="009E67ED" w14:paraId="4766637F" w14:textId="77777777" w:rsidTr="000638F8">
        <w:trPr>
          <w:trHeight w:val="25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EFAB" w14:textId="77777777" w:rsidR="00904AAF" w:rsidRPr="00013B7B" w:rsidRDefault="00904AAF" w:rsidP="009711BB">
            <w:pPr>
              <w:pStyle w:val="ListParagraph"/>
              <w:numPr>
                <w:ilvl w:val="0"/>
                <w:numId w:val="9"/>
              </w:numPr>
              <w:ind w:left="0" w:firstLine="0"/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7247" w14:textId="77777777" w:rsidR="00904AAF" w:rsidRPr="009E67ED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5CAB7" w14:textId="77777777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7572" w14:textId="77777777" w:rsidR="00904AAF" w:rsidRPr="009E67ED" w:rsidRDefault="00904AAF" w:rsidP="009711BB">
            <w:pPr>
              <w:rPr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C5B46" w14:textId="77777777" w:rsidR="00904AAF" w:rsidRPr="009E67ED" w:rsidRDefault="00904AAF" w:rsidP="009711BB">
            <w:pPr>
              <w:jc w:val="center"/>
              <w:rPr>
                <w:color w:val="000000"/>
                <w:sz w:val="22"/>
                <w:szCs w:val="22"/>
                <w:lang w:eastAsia="et-EE"/>
              </w:rPr>
            </w:pPr>
          </w:p>
        </w:tc>
      </w:tr>
    </w:tbl>
    <w:p w14:paraId="265ABD8C" w14:textId="0323452B" w:rsidR="00904AAF" w:rsidRDefault="00904AAF" w:rsidP="00904AAF">
      <w:pPr>
        <w:rPr>
          <w:sz w:val="22"/>
          <w:szCs w:val="22"/>
        </w:rPr>
      </w:pPr>
    </w:p>
    <w:p w14:paraId="7B213139" w14:textId="77777777" w:rsidR="00CE314A" w:rsidRPr="009E67ED" w:rsidRDefault="00CE314A" w:rsidP="00904AAF">
      <w:pPr>
        <w:rPr>
          <w:sz w:val="22"/>
          <w:szCs w:val="22"/>
        </w:rPr>
      </w:pPr>
    </w:p>
    <w:p w14:paraId="02266D98" w14:textId="77777777" w:rsidR="00904AAF" w:rsidRPr="006B1E6E" w:rsidRDefault="00904AAF" w:rsidP="00904AAF">
      <w:pPr>
        <w:pStyle w:val="ListParagraph"/>
        <w:numPr>
          <w:ilvl w:val="0"/>
          <w:numId w:val="8"/>
        </w:numPr>
        <w:ind w:left="0" w:firstLine="0"/>
        <w:jc w:val="both"/>
        <w:rPr>
          <w:sz w:val="22"/>
          <w:szCs w:val="22"/>
        </w:rPr>
      </w:pPr>
      <w:r w:rsidRPr="006B1E6E">
        <w:rPr>
          <w:sz w:val="22"/>
          <w:szCs w:val="22"/>
        </w:rPr>
        <w:t xml:space="preserve">Mõõdikute näidud 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268"/>
        <w:gridCol w:w="1814"/>
        <w:gridCol w:w="2184"/>
        <w:gridCol w:w="1105"/>
      </w:tblGrid>
      <w:tr w:rsidR="00904AAF" w:rsidRPr="009E67ED" w14:paraId="2FCC8BC5" w14:textId="77777777" w:rsidTr="000638F8">
        <w:trPr>
          <w:trHeight w:val="422"/>
        </w:trPr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7470982" w14:textId="77777777" w:rsidR="00904AAF" w:rsidRPr="006B1E6E" w:rsidRDefault="00904AAF" w:rsidP="009711BB">
            <w:pPr>
              <w:rPr>
                <w:sz w:val="22"/>
                <w:szCs w:val="22"/>
              </w:rPr>
            </w:pPr>
            <w:r w:rsidRPr="006B1E6E">
              <w:rPr>
                <w:sz w:val="22"/>
                <w:szCs w:val="22"/>
              </w:rPr>
              <w:t>Arvesti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4476EE" w14:textId="77777777" w:rsidR="00904AAF" w:rsidRPr="006B1E6E" w:rsidRDefault="00904AAF" w:rsidP="009711BB">
            <w:pPr>
              <w:jc w:val="center"/>
              <w:rPr>
                <w:sz w:val="22"/>
                <w:szCs w:val="22"/>
              </w:rPr>
            </w:pPr>
            <w:r w:rsidRPr="006B1E6E">
              <w:rPr>
                <w:sz w:val="22"/>
                <w:szCs w:val="22"/>
              </w:rPr>
              <w:t>Mõõtepunkti (EIC) kood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934382" w14:textId="77777777" w:rsidR="00904AAF" w:rsidRPr="006B1E6E" w:rsidRDefault="00904AAF" w:rsidP="009711BB">
            <w:pPr>
              <w:jc w:val="center"/>
              <w:rPr>
                <w:sz w:val="22"/>
                <w:szCs w:val="22"/>
              </w:rPr>
            </w:pPr>
            <w:r w:rsidRPr="006B1E6E">
              <w:rPr>
                <w:sz w:val="22"/>
                <w:szCs w:val="22"/>
              </w:rPr>
              <w:t>Arvesti nr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918ACD" w14:textId="77777777" w:rsidR="00904AAF" w:rsidRPr="006B1E6E" w:rsidRDefault="00904AAF" w:rsidP="009711BB">
            <w:pPr>
              <w:jc w:val="center"/>
              <w:rPr>
                <w:sz w:val="22"/>
                <w:szCs w:val="22"/>
              </w:rPr>
            </w:pPr>
            <w:r w:rsidRPr="006B1E6E">
              <w:rPr>
                <w:sz w:val="22"/>
                <w:szCs w:val="22"/>
              </w:rPr>
              <w:t>Näidik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869344" w14:textId="77777777" w:rsidR="00904AAF" w:rsidRPr="006B1E6E" w:rsidRDefault="00904AAF" w:rsidP="009711BB">
            <w:pPr>
              <w:jc w:val="center"/>
              <w:rPr>
                <w:sz w:val="22"/>
                <w:szCs w:val="22"/>
              </w:rPr>
            </w:pPr>
            <w:r w:rsidRPr="006B1E6E">
              <w:rPr>
                <w:sz w:val="22"/>
                <w:szCs w:val="22"/>
              </w:rPr>
              <w:t>Näit</w:t>
            </w:r>
          </w:p>
        </w:tc>
      </w:tr>
      <w:tr w:rsidR="00904AAF" w:rsidRPr="009E67ED" w14:paraId="314D71AE" w14:textId="77777777" w:rsidTr="000638F8">
        <w:trPr>
          <w:trHeight w:val="74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C5FA" w14:textId="6D4740BC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 xml:space="preserve">Elektriarvesti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F79C" w14:textId="1B9F47B0" w:rsidR="00904AAF" w:rsidRPr="009E67ED" w:rsidRDefault="00DB4F9F" w:rsidP="00A15241">
            <w:pPr>
              <w:jc w:val="center"/>
              <w:rPr>
                <w:sz w:val="22"/>
                <w:szCs w:val="22"/>
              </w:rPr>
            </w:pPr>
            <w:r w:rsidRPr="00DB4F9F">
              <w:rPr>
                <w:sz w:val="22"/>
                <w:szCs w:val="22"/>
              </w:rPr>
              <w:t>38ZEE-07637976</w:t>
            </w:r>
            <w:r>
              <w:rPr>
                <w:sz w:val="22"/>
                <w:szCs w:val="22"/>
              </w:rPr>
              <w:t>-</w:t>
            </w:r>
            <w:r w:rsidRPr="00DB4F9F">
              <w:rPr>
                <w:sz w:val="22"/>
                <w:szCs w:val="22"/>
              </w:rPr>
              <w:t>Z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1C2D" w14:textId="0A929DDF" w:rsidR="00904AAF" w:rsidRPr="009E67ED" w:rsidRDefault="00DB4F9F" w:rsidP="00A15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12843725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B19A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Päevane (kWh)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572F" w14:textId="712E9CDD" w:rsidR="00904AAF" w:rsidRPr="009E67ED" w:rsidRDefault="00F37D0B" w:rsidP="009711BB">
            <w:pPr>
              <w:jc w:val="right"/>
              <w:rPr>
                <w:sz w:val="22"/>
                <w:szCs w:val="22"/>
              </w:rPr>
            </w:pPr>
            <w:r w:rsidRPr="00F37D0B">
              <w:rPr>
                <w:sz w:val="22"/>
                <w:szCs w:val="22"/>
              </w:rPr>
              <w:t>381,62</w:t>
            </w:r>
          </w:p>
        </w:tc>
      </w:tr>
      <w:tr w:rsidR="00904AAF" w:rsidRPr="009E67ED" w14:paraId="57A89B4B" w14:textId="77777777" w:rsidTr="000638F8">
        <w:trPr>
          <w:trHeight w:val="14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DE41" w14:textId="77777777" w:rsidR="00904AAF" w:rsidRPr="009E67ED" w:rsidRDefault="00904AAF" w:rsidP="009711B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265F" w14:textId="77777777" w:rsidR="00904AAF" w:rsidRPr="009E67ED" w:rsidRDefault="00904AAF" w:rsidP="00A15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04A6" w14:textId="77777777" w:rsidR="00904AAF" w:rsidRPr="009E67ED" w:rsidRDefault="00904AAF" w:rsidP="00A15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18F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Öine (kWh)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28D8" w14:textId="728DEB8A" w:rsidR="00904AAF" w:rsidRPr="009E67ED" w:rsidRDefault="00F37D0B" w:rsidP="009711BB">
            <w:pPr>
              <w:jc w:val="right"/>
              <w:rPr>
                <w:sz w:val="22"/>
                <w:szCs w:val="22"/>
              </w:rPr>
            </w:pPr>
            <w:r w:rsidRPr="00F37D0B">
              <w:rPr>
                <w:sz w:val="22"/>
                <w:szCs w:val="22"/>
              </w:rPr>
              <w:t>369,16</w:t>
            </w:r>
          </w:p>
        </w:tc>
      </w:tr>
      <w:tr w:rsidR="00904AAF" w:rsidRPr="009E67ED" w14:paraId="4B174491" w14:textId="77777777" w:rsidTr="000638F8">
        <w:trPr>
          <w:trHeight w:val="20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813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Veearvesti</w:t>
            </w:r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9856" w14:textId="53D8CC2E" w:rsidR="00904AAF" w:rsidRPr="009E67ED" w:rsidRDefault="001E632B" w:rsidP="00A15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ZR100 1234 6082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99C" w14:textId="1B747FDC" w:rsidR="00904AAF" w:rsidRPr="009E67ED" w:rsidRDefault="00A15241" w:rsidP="00A15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ZRI00 12346082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94DD" w14:textId="65F9EAA5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 xml:space="preserve">  (m</w:t>
            </w:r>
            <w:r w:rsidRPr="009E67ED">
              <w:rPr>
                <w:sz w:val="22"/>
                <w:szCs w:val="22"/>
                <w:vertAlign w:val="superscript"/>
              </w:rPr>
              <w:t>3</w:t>
            </w:r>
            <w:r w:rsidRPr="009E67ED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D167" w14:textId="26D327CD" w:rsidR="00904AAF" w:rsidRPr="009E67ED" w:rsidRDefault="00F37D0B" w:rsidP="009711BB">
            <w:pPr>
              <w:jc w:val="right"/>
              <w:rPr>
                <w:sz w:val="22"/>
                <w:szCs w:val="22"/>
              </w:rPr>
            </w:pPr>
            <w:r w:rsidRPr="00F37D0B">
              <w:rPr>
                <w:sz w:val="22"/>
                <w:szCs w:val="22"/>
              </w:rPr>
              <w:t>963</w:t>
            </w:r>
          </w:p>
        </w:tc>
      </w:tr>
      <w:tr w:rsidR="00904AAF" w:rsidRPr="009E67ED" w14:paraId="011F9DE2" w14:textId="77777777" w:rsidTr="000638F8">
        <w:trPr>
          <w:trHeight w:val="194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B72F" w14:textId="77777777" w:rsidR="00904AAF" w:rsidRPr="009E67ED" w:rsidRDefault="00904AAF" w:rsidP="009711BB">
            <w:pPr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Soojusarvesti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532E" w14:textId="77777777" w:rsidR="00904AAF" w:rsidRPr="009E67ED" w:rsidRDefault="00904AAF" w:rsidP="00A15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BBAA" w14:textId="06BAF877" w:rsidR="00904AAF" w:rsidRPr="009E67ED" w:rsidRDefault="00A15241" w:rsidP="00A15241">
            <w:pPr>
              <w:jc w:val="center"/>
              <w:rPr>
                <w:sz w:val="22"/>
                <w:szCs w:val="22"/>
              </w:rPr>
            </w:pPr>
            <w:r w:rsidRPr="00A15241">
              <w:rPr>
                <w:sz w:val="22"/>
                <w:szCs w:val="22"/>
              </w:rPr>
              <w:t>80286479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C31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Soojusenergia (MWh)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8C7" w14:textId="66156D2C" w:rsidR="00904AAF" w:rsidRPr="009E67ED" w:rsidRDefault="00F37D0B" w:rsidP="009711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157,84</w:t>
            </w:r>
          </w:p>
        </w:tc>
      </w:tr>
      <w:tr w:rsidR="00904AAF" w:rsidRPr="009E67ED" w14:paraId="5E439DC3" w14:textId="77777777" w:rsidTr="000638F8">
        <w:trPr>
          <w:trHeight w:val="20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946F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3C0B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4F8B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0C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Veekulu (m</w:t>
            </w:r>
            <w:r w:rsidRPr="009E67ED">
              <w:rPr>
                <w:sz w:val="22"/>
                <w:szCs w:val="22"/>
                <w:vertAlign w:val="superscript"/>
              </w:rPr>
              <w:t>3</w:t>
            </w:r>
            <w:r w:rsidRPr="009E67ED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FF6B" w14:textId="56A086CA" w:rsidR="00904AAF" w:rsidRPr="009E67ED" w:rsidRDefault="00A15241" w:rsidP="009711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5980,5</w:t>
            </w:r>
          </w:p>
        </w:tc>
      </w:tr>
      <w:tr w:rsidR="00904AAF" w:rsidRPr="009E67ED" w14:paraId="11A1E89A" w14:textId="77777777" w:rsidTr="000638F8">
        <w:trPr>
          <w:trHeight w:val="20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F46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ADAD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993E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BFBC" w14:textId="77777777" w:rsidR="00904AAF" w:rsidRPr="009E67ED" w:rsidRDefault="00904AAF" w:rsidP="009711BB">
            <w:pPr>
              <w:jc w:val="right"/>
              <w:rPr>
                <w:sz w:val="22"/>
                <w:szCs w:val="22"/>
              </w:rPr>
            </w:pPr>
            <w:r w:rsidRPr="009E67ED">
              <w:rPr>
                <w:sz w:val="22"/>
                <w:szCs w:val="22"/>
              </w:rPr>
              <w:t>Töötunnid (h)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B78" w14:textId="317C2C19" w:rsidR="00904AAF" w:rsidRPr="009E67ED" w:rsidRDefault="00A15241" w:rsidP="009711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14496</w:t>
            </w:r>
          </w:p>
        </w:tc>
      </w:tr>
    </w:tbl>
    <w:p w14:paraId="0B6523A8" w14:textId="77777777" w:rsidR="00904AAF" w:rsidRPr="009E67ED" w:rsidRDefault="00904AAF" w:rsidP="00904AAF">
      <w:pPr>
        <w:jc w:val="right"/>
        <w:rPr>
          <w:sz w:val="22"/>
          <w:szCs w:val="22"/>
        </w:rPr>
      </w:pPr>
    </w:p>
    <w:p w14:paraId="6F91330C" w14:textId="3786543B" w:rsidR="001B0232" w:rsidRPr="00CA2F68" w:rsidRDefault="00904AAF" w:rsidP="001B0232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CA2F68">
        <w:rPr>
          <w:sz w:val="22"/>
          <w:szCs w:val="22"/>
        </w:rPr>
        <w:t xml:space="preserve">Märkused/ puudused kinnistu haldamise üleandmisel: </w:t>
      </w:r>
    </w:p>
    <w:p w14:paraId="50372B9E" w14:textId="0BC8EC07" w:rsidR="001B0232" w:rsidRPr="00CA2F68" w:rsidRDefault="001B0232" w:rsidP="001B0232">
      <w:pPr>
        <w:pStyle w:val="ListParagraph"/>
        <w:numPr>
          <w:ilvl w:val="0"/>
          <w:numId w:val="11"/>
        </w:numPr>
        <w:jc w:val="both"/>
        <w:rPr>
          <w:b/>
          <w:sz w:val="22"/>
          <w:szCs w:val="22"/>
        </w:rPr>
      </w:pPr>
      <w:r w:rsidRPr="00CA2F68">
        <w:rPr>
          <w:sz w:val="22"/>
          <w:szCs w:val="22"/>
        </w:rPr>
        <w:t>Vt akti lisa Hoonete tehniline seisukord.</w:t>
      </w:r>
    </w:p>
    <w:p w14:paraId="16ACAFE8" w14:textId="3E45CB9B" w:rsidR="001B0232" w:rsidRPr="00CA2F68" w:rsidRDefault="00CA2F68" w:rsidP="00CA2F68">
      <w:pPr>
        <w:pStyle w:val="ListParagraph"/>
        <w:numPr>
          <w:ilvl w:val="0"/>
          <w:numId w:val="11"/>
        </w:num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Ehitusaegse vaegtööna jäi üles hoone ees olev kukeharja-ürdimatt. Vaegtöö likvideerimise tähtaeg on 08.2021.</w:t>
      </w:r>
    </w:p>
    <w:p w14:paraId="3F79B338" w14:textId="78AEA23A" w:rsidR="00E446D6" w:rsidRDefault="00E446D6" w:rsidP="00E446D6">
      <w:pPr>
        <w:jc w:val="both"/>
        <w:rPr>
          <w:b/>
          <w:sz w:val="22"/>
          <w:szCs w:val="22"/>
        </w:rPr>
      </w:pPr>
    </w:p>
    <w:p w14:paraId="5E928FC4" w14:textId="0B15E39B" w:rsidR="00E446D6" w:rsidRPr="00BA5282" w:rsidRDefault="00E446D6" w:rsidP="00E446D6">
      <w:pPr>
        <w:pStyle w:val="ListParagraph"/>
        <w:numPr>
          <w:ilvl w:val="0"/>
          <w:numId w:val="8"/>
        </w:num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Üleandjad ja </w:t>
      </w:r>
      <w:r w:rsidR="00E12FE8">
        <w:rPr>
          <w:b/>
          <w:sz w:val="22"/>
          <w:szCs w:val="22"/>
        </w:rPr>
        <w:t>V</w:t>
      </w:r>
      <w:r>
        <w:rPr>
          <w:b/>
          <w:sz w:val="22"/>
          <w:szCs w:val="22"/>
        </w:rPr>
        <w:t xml:space="preserve">astuvõtja lepivad kokku, et </w:t>
      </w:r>
      <w:r w:rsidR="00BA5282">
        <w:rPr>
          <w:b/>
          <w:sz w:val="22"/>
          <w:szCs w:val="22"/>
        </w:rPr>
        <w:t xml:space="preserve">teenuste </w:t>
      </w:r>
      <w:r>
        <w:rPr>
          <w:b/>
          <w:sz w:val="22"/>
          <w:szCs w:val="22"/>
        </w:rPr>
        <w:t>tasu</w:t>
      </w:r>
      <w:r w:rsidR="00BA5282">
        <w:rPr>
          <w:b/>
          <w:sz w:val="22"/>
          <w:szCs w:val="22"/>
        </w:rPr>
        <w:t>de</w:t>
      </w:r>
      <w:r>
        <w:rPr>
          <w:b/>
          <w:sz w:val="22"/>
          <w:szCs w:val="22"/>
        </w:rPr>
        <w:t xml:space="preserve"> arvestami</w:t>
      </w:r>
      <w:r w:rsidR="00BA5282">
        <w:rPr>
          <w:b/>
          <w:sz w:val="22"/>
          <w:szCs w:val="22"/>
        </w:rPr>
        <w:t xml:space="preserve">ne kinnisvara korrashoiuteenuste osutamise lepingus nr </w:t>
      </w:r>
      <w:r w:rsidR="00BA5282" w:rsidRPr="00BA5282">
        <w:rPr>
          <w:b/>
          <w:bCs/>
          <w:sz w:val="22"/>
          <w:szCs w:val="22"/>
        </w:rPr>
        <w:t>KPJ-4/2020-240</w:t>
      </w:r>
      <w:r w:rsidR="00BA5282">
        <w:rPr>
          <w:sz w:val="22"/>
          <w:szCs w:val="22"/>
        </w:rPr>
        <w:t xml:space="preserve"> </w:t>
      </w:r>
      <w:r w:rsidR="00BA5282">
        <w:rPr>
          <w:b/>
          <w:sz w:val="22"/>
          <w:szCs w:val="22"/>
        </w:rPr>
        <w:t xml:space="preserve">ning kinnisvara korrashoiuteenuste osutamise lepingus nr </w:t>
      </w:r>
      <w:r w:rsidR="00BA5282" w:rsidRPr="00BA5282">
        <w:rPr>
          <w:b/>
          <w:bCs/>
          <w:sz w:val="22"/>
          <w:szCs w:val="22"/>
        </w:rPr>
        <w:t>T2923/11 Kerese tn 14 objekti osas algab 01.10.2020</w:t>
      </w:r>
      <w:r w:rsidR="00B65996">
        <w:rPr>
          <w:b/>
          <w:bCs/>
          <w:sz w:val="22"/>
          <w:szCs w:val="22"/>
        </w:rPr>
        <w:t xml:space="preserve"> seoses hoone valmimise tähtaja edasilükkumisega</w:t>
      </w:r>
      <w:r w:rsidRPr="00BA5282">
        <w:rPr>
          <w:b/>
          <w:bCs/>
          <w:sz w:val="22"/>
          <w:szCs w:val="22"/>
        </w:rPr>
        <w:t>.</w:t>
      </w:r>
    </w:p>
    <w:p w14:paraId="43B37F75" w14:textId="77777777" w:rsidR="00904AAF" w:rsidRPr="00F2253A" w:rsidRDefault="00904AAF" w:rsidP="00904AAF">
      <w:pPr>
        <w:rPr>
          <w:b/>
          <w:sz w:val="22"/>
          <w:szCs w:val="22"/>
        </w:rPr>
      </w:pPr>
    </w:p>
    <w:p w14:paraId="582D7F7F" w14:textId="77777777" w:rsidR="00904AAF" w:rsidRDefault="00904AAF" w:rsidP="00904AAF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64811CBA" w14:textId="77777777" w:rsidR="00904AAF" w:rsidRDefault="00904AAF" w:rsidP="00904AAF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4837F37F" w14:textId="77777777" w:rsidR="00904AAF" w:rsidRDefault="00904AAF" w:rsidP="00904AAF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18F70EFC" w14:textId="77777777" w:rsidR="00904AAF" w:rsidRDefault="00904AAF" w:rsidP="00904AAF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2DDB7B7D" w14:textId="77777777" w:rsidR="00904AAF" w:rsidRDefault="00904AAF" w:rsidP="00904AAF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018E60B7" w14:textId="77777777" w:rsidR="00BF6008" w:rsidRDefault="00BF6008" w:rsidP="00BF6008">
      <w:pPr>
        <w:jc w:val="right"/>
        <w:rPr>
          <w:sz w:val="22"/>
          <w:szCs w:val="22"/>
        </w:rPr>
      </w:pPr>
    </w:p>
    <w:p w14:paraId="18196A9C" w14:textId="16A0E133" w:rsidR="00904AAF" w:rsidRPr="00A81093" w:rsidRDefault="00904AAF" w:rsidP="00CE314A">
      <w:pPr>
        <w:pStyle w:val="Footer"/>
        <w:tabs>
          <w:tab w:val="clear" w:pos="4153"/>
          <w:tab w:val="clear" w:pos="8306"/>
        </w:tabs>
        <w:ind w:right="360" w:firstLine="720"/>
        <w:rPr>
          <w:b/>
          <w:sz w:val="22"/>
          <w:szCs w:val="22"/>
        </w:rPr>
      </w:pPr>
      <w:r w:rsidRPr="00A81093">
        <w:rPr>
          <w:b/>
          <w:sz w:val="22"/>
          <w:szCs w:val="22"/>
        </w:rPr>
        <w:t>Üleandja</w:t>
      </w:r>
      <w:r w:rsidR="00CA2F68">
        <w:rPr>
          <w:b/>
          <w:sz w:val="22"/>
          <w:szCs w:val="22"/>
        </w:rPr>
        <w:t>d</w:t>
      </w:r>
      <w:r w:rsidRPr="00A81093">
        <w:rPr>
          <w:b/>
          <w:sz w:val="22"/>
          <w:szCs w:val="22"/>
        </w:rPr>
        <w:tab/>
      </w:r>
      <w:r w:rsidRPr="00A81093">
        <w:rPr>
          <w:b/>
          <w:sz w:val="22"/>
          <w:szCs w:val="22"/>
        </w:rPr>
        <w:tab/>
      </w:r>
      <w:r w:rsidRPr="00A81093">
        <w:rPr>
          <w:b/>
          <w:sz w:val="22"/>
          <w:szCs w:val="22"/>
        </w:rPr>
        <w:tab/>
      </w:r>
      <w:r w:rsidRPr="00A81093">
        <w:rPr>
          <w:b/>
          <w:sz w:val="22"/>
          <w:szCs w:val="22"/>
        </w:rPr>
        <w:tab/>
      </w:r>
      <w:r w:rsidRPr="00A81093">
        <w:rPr>
          <w:b/>
          <w:sz w:val="22"/>
          <w:szCs w:val="22"/>
        </w:rPr>
        <w:tab/>
      </w:r>
      <w:r w:rsidRPr="00A81093">
        <w:rPr>
          <w:b/>
          <w:sz w:val="22"/>
          <w:szCs w:val="22"/>
        </w:rPr>
        <w:tab/>
        <w:t>Vastuvõtja</w:t>
      </w:r>
    </w:p>
    <w:p w14:paraId="221BA0DD" w14:textId="77777777" w:rsidR="00904AAF" w:rsidRPr="00A81093" w:rsidRDefault="00904AAF" w:rsidP="00CE314A">
      <w:pPr>
        <w:pStyle w:val="Footer"/>
        <w:tabs>
          <w:tab w:val="clear" w:pos="4153"/>
          <w:tab w:val="clear" w:pos="8306"/>
        </w:tabs>
        <w:ind w:firstLine="720"/>
        <w:rPr>
          <w:i/>
          <w:sz w:val="22"/>
          <w:szCs w:val="22"/>
        </w:rPr>
      </w:pPr>
      <w:r w:rsidRPr="00A81093">
        <w:rPr>
          <w:i/>
          <w:sz w:val="22"/>
          <w:szCs w:val="22"/>
        </w:rPr>
        <w:t>(allkirjastatud digitaalselt)</w:t>
      </w:r>
      <w:r w:rsidRPr="00A81093">
        <w:rPr>
          <w:i/>
          <w:sz w:val="22"/>
          <w:szCs w:val="22"/>
        </w:rPr>
        <w:tab/>
      </w:r>
      <w:r w:rsidRPr="00A81093">
        <w:rPr>
          <w:i/>
          <w:sz w:val="22"/>
          <w:szCs w:val="22"/>
        </w:rPr>
        <w:tab/>
      </w:r>
      <w:r w:rsidRPr="00A81093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A81093">
        <w:rPr>
          <w:i/>
          <w:sz w:val="22"/>
          <w:szCs w:val="22"/>
        </w:rPr>
        <w:t>(allkirjastatud digitaalselt)</w:t>
      </w:r>
    </w:p>
    <w:p w14:paraId="677BEBFE" w14:textId="77777777" w:rsidR="00904AAF" w:rsidRPr="009E67ED" w:rsidRDefault="00904AAF" w:rsidP="00BF6008">
      <w:pPr>
        <w:jc w:val="right"/>
        <w:rPr>
          <w:sz w:val="22"/>
          <w:szCs w:val="22"/>
        </w:rPr>
      </w:pPr>
    </w:p>
    <w:p w14:paraId="4E2103B4" w14:textId="77777777" w:rsidR="007E0F1A" w:rsidRPr="009E67ED" w:rsidRDefault="007E0F1A">
      <w:pPr>
        <w:rPr>
          <w:sz w:val="22"/>
          <w:szCs w:val="22"/>
        </w:rPr>
      </w:pPr>
      <w:r w:rsidRPr="009E67ED">
        <w:rPr>
          <w:sz w:val="22"/>
          <w:szCs w:val="22"/>
        </w:rPr>
        <w:br w:type="page"/>
      </w:r>
    </w:p>
    <w:p w14:paraId="6397E535" w14:textId="77777777" w:rsidR="007E0F1A" w:rsidRPr="009E67ED" w:rsidRDefault="007E0F1A" w:rsidP="002255A7">
      <w:pPr>
        <w:rPr>
          <w:sz w:val="22"/>
          <w:szCs w:val="22"/>
        </w:rPr>
        <w:sectPr w:rsidR="007E0F1A" w:rsidRPr="009E67ED" w:rsidSect="00994FC8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134" w:right="1418" w:bottom="1134" w:left="1418" w:header="720" w:footer="1004" w:gutter="0"/>
          <w:cols w:space="720"/>
          <w:docGrid w:linePitch="272"/>
        </w:sectPr>
      </w:pPr>
    </w:p>
    <w:p w14:paraId="3E5819BD" w14:textId="77777777" w:rsidR="001D4A5C" w:rsidRPr="009E67ED" w:rsidRDefault="001D4A5C" w:rsidP="002255A7">
      <w:pPr>
        <w:rPr>
          <w:sz w:val="22"/>
          <w:szCs w:val="22"/>
        </w:rPr>
      </w:pPr>
    </w:p>
    <w:p w14:paraId="54E03270" w14:textId="6378B82D" w:rsidR="000A6CBE" w:rsidRPr="00950A41" w:rsidRDefault="00904AAF" w:rsidP="002255A7">
      <w:pPr>
        <w:rPr>
          <w:b/>
          <w:caps/>
        </w:rPr>
      </w:pPr>
      <w:r w:rsidRPr="00950A41">
        <w:rPr>
          <w:b/>
          <w:caps/>
        </w:rPr>
        <w:t xml:space="preserve">Lisa: </w:t>
      </w:r>
      <w:r w:rsidR="000A6CBE" w:rsidRPr="00950A41">
        <w:rPr>
          <w:b/>
          <w:caps/>
        </w:rPr>
        <w:t>Hoonete tehniline seisukord</w:t>
      </w:r>
    </w:p>
    <w:tbl>
      <w:tblPr>
        <w:tblW w:w="89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2304"/>
        <w:gridCol w:w="905"/>
        <w:gridCol w:w="1930"/>
        <w:gridCol w:w="3403"/>
      </w:tblGrid>
      <w:tr w:rsidR="000A51C0" w:rsidRPr="00950A41" w14:paraId="31570E35" w14:textId="77777777" w:rsidTr="00950A41">
        <w:trPr>
          <w:trHeight w:val="6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4E43" w14:textId="61D22D1E" w:rsidR="000A51C0" w:rsidRPr="00950A41" w:rsidRDefault="000A51C0" w:rsidP="00021974">
            <w:pPr>
              <w:rPr>
                <w:b/>
                <w:bCs/>
                <w:lang w:eastAsia="et-EE"/>
              </w:rPr>
            </w:pP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2679" w14:textId="68C828CD" w:rsidR="000A51C0" w:rsidRPr="00950A41" w:rsidRDefault="000A51C0" w:rsidP="000A51C0">
            <w:pPr>
              <w:rPr>
                <w:b/>
                <w:bCs/>
                <w:lang w:eastAsia="et-EE"/>
              </w:rPr>
            </w:pP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CA66" w14:textId="36FA5FB6" w:rsidR="000A51C0" w:rsidRPr="00950A41" w:rsidRDefault="000A51C0" w:rsidP="00C16A13">
            <w:pPr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EVS kood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67C0" w14:textId="77777777" w:rsidR="000A51C0" w:rsidRPr="00950A41" w:rsidRDefault="000A51C0" w:rsidP="000A51C0">
            <w:pPr>
              <w:jc w:val="center"/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Hooldatava süsteemi ülevaade / tehniline kirjeldus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E92C" w14:textId="77777777" w:rsidR="000A51C0" w:rsidRPr="00950A41" w:rsidRDefault="000A51C0" w:rsidP="000A51C0">
            <w:pPr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Probleemi olemasolu</w:t>
            </w:r>
          </w:p>
        </w:tc>
      </w:tr>
      <w:tr w:rsidR="000A51C0" w:rsidRPr="00950A41" w14:paraId="6372CAFA" w14:textId="77777777" w:rsidTr="00950A41">
        <w:trPr>
          <w:trHeight w:val="315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DD32" w14:textId="5719C046" w:rsidR="000A51C0" w:rsidRPr="00950A41" w:rsidRDefault="000A51C0" w:rsidP="000A51C0">
            <w:pPr>
              <w:jc w:val="center"/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1.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AE1D" w14:textId="57D7579C" w:rsidR="000A51C0" w:rsidRPr="00950A41" w:rsidRDefault="00021974" w:rsidP="000A51C0">
            <w:pPr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Krundi rajatised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7E68" w14:textId="77777777" w:rsidR="000A51C0" w:rsidRPr="00950A41" w:rsidRDefault="000A51C0" w:rsidP="000A51C0">
            <w:pPr>
              <w:jc w:val="center"/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210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169B" w14:textId="51536D85" w:rsidR="000A51C0" w:rsidRPr="00950A41" w:rsidRDefault="000A51C0" w:rsidP="000A51C0">
            <w:pPr>
              <w:rPr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BDBFA" w14:textId="25DE0430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</w:tr>
      <w:tr w:rsidR="000A51C0" w:rsidRPr="00950A41" w14:paraId="67A47D6A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CBC3" w14:textId="77777777" w:rsidR="000A51C0" w:rsidRPr="00950A41" w:rsidRDefault="000A51C0" w:rsidP="000A51C0">
            <w:pPr>
              <w:jc w:val="center"/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C3BF" w14:textId="72AD8D19" w:rsidR="000A51C0" w:rsidRPr="00950A41" w:rsidRDefault="000A51C0" w:rsidP="00021974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teekate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29F0" w14:textId="77777777" w:rsidR="000A51C0" w:rsidRPr="00950A41" w:rsidRDefault="000A51C0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4D5" w14:textId="02CAB3E3" w:rsidR="000A51C0" w:rsidRPr="00950A41" w:rsidRDefault="00DD7152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154A" w14:textId="089D571E" w:rsidR="000A51C0" w:rsidRPr="00950A41" w:rsidRDefault="000A51C0" w:rsidP="0045397D">
            <w:pPr>
              <w:rPr>
                <w:color w:val="000000"/>
                <w:lang w:eastAsia="et-EE"/>
              </w:rPr>
            </w:pPr>
          </w:p>
        </w:tc>
      </w:tr>
      <w:tr w:rsidR="00021974" w:rsidRPr="00950A41" w14:paraId="6C3F5BFA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44D2E" w14:textId="77777777" w:rsidR="00021974" w:rsidRPr="00950A41" w:rsidRDefault="00021974" w:rsidP="000A51C0">
            <w:pPr>
              <w:jc w:val="center"/>
              <w:rPr>
                <w:b/>
                <w:bCs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9648" w14:textId="1BA88955" w:rsidR="00021974" w:rsidRPr="00950A41" w:rsidRDefault="0025227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s</w:t>
            </w:r>
            <w:r w:rsidR="00021974" w:rsidRPr="00950A41">
              <w:rPr>
                <w:lang w:eastAsia="et-EE"/>
              </w:rPr>
              <w:t>illad, trepid, truubid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2751" w14:textId="73090970" w:rsidR="00021974" w:rsidRPr="00950A41" w:rsidRDefault="00021974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1C21" w14:textId="7BE55CA1" w:rsidR="00021974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DF54" w14:textId="77777777" w:rsidR="00021974" w:rsidRPr="00950A41" w:rsidRDefault="00021974" w:rsidP="000A51C0">
            <w:pPr>
              <w:rPr>
                <w:color w:val="000000"/>
                <w:lang w:eastAsia="et-EE"/>
              </w:rPr>
            </w:pPr>
          </w:p>
        </w:tc>
      </w:tr>
      <w:tr w:rsidR="00364DC0" w:rsidRPr="00950A41" w14:paraId="341881DD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1D88B" w14:textId="77777777" w:rsidR="00364DC0" w:rsidRPr="00950A41" w:rsidRDefault="00364DC0" w:rsidP="000A51C0">
            <w:pPr>
              <w:jc w:val="center"/>
              <w:rPr>
                <w:b/>
                <w:bCs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35EC" w14:textId="6E17ED25" w:rsidR="00364DC0" w:rsidRPr="00950A41" w:rsidRDefault="0025227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p</w:t>
            </w:r>
            <w:r w:rsidR="00364DC0" w:rsidRPr="00950A41">
              <w:rPr>
                <w:lang w:eastAsia="et-EE"/>
              </w:rPr>
              <w:t>iirdeaiad, tarad, väravad, tugimüürid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A6816" w14:textId="03D2255B" w:rsidR="00364DC0" w:rsidRPr="00950A41" w:rsidRDefault="00364DC0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0D87" w14:textId="69F1215F" w:rsidR="00364D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BF59" w14:textId="77777777" w:rsidR="00364DC0" w:rsidRPr="00950A41" w:rsidRDefault="00364DC0" w:rsidP="000A51C0">
            <w:pPr>
              <w:rPr>
                <w:color w:val="000000"/>
                <w:lang w:eastAsia="et-EE"/>
              </w:rPr>
            </w:pPr>
          </w:p>
        </w:tc>
      </w:tr>
      <w:tr w:rsidR="00364DC0" w:rsidRPr="00950A41" w14:paraId="02FBE3E3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E5C4A" w14:textId="77777777" w:rsidR="00364DC0" w:rsidRPr="00950A41" w:rsidRDefault="00364DC0" w:rsidP="000A51C0">
            <w:pPr>
              <w:jc w:val="center"/>
              <w:rPr>
                <w:b/>
                <w:bCs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76F2" w14:textId="5CC3C0F4" w:rsidR="00364DC0" w:rsidRPr="00950A41" w:rsidRDefault="0025227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väikehooned  (katusealused, jäätmehoidlad, abihooned)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099E" w14:textId="4125BEA5" w:rsidR="00364DC0" w:rsidRPr="00950A41" w:rsidRDefault="0025227D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B4DC" w14:textId="5382408F" w:rsidR="00364D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3A2F" w14:textId="77777777" w:rsidR="00364DC0" w:rsidRPr="00950A41" w:rsidRDefault="00364D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57712974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3AED" w14:textId="77777777" w:rsidR="000A51C0" w:rsidRPr="00950A41" w:rsidRDefault="000A51C0" w:rsidP="000A51C0">
            <w:pPr>
              <w:jc w:val="center"/>
              <w:rPr>
                <w:b/>
                <w:bCs/>
                <w:lang w:eastAsia="et-EE"/>
              </w:rPr>
            </w:pPr>
            <w:r w:rsidRPr="00950A41">
              <w:rPr>
                <w:b/>
                <w:bCs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73C2" w14:textId="47ADBF41" w:rsidR="000A51C0" w:rsidRPr="00950A41" w:rsidRDefault="00021974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veekogud</w:t>
            </w:r>
            <w:r w:rsidR="000A51C0" w:rsidRPr="00950A41">
              <w:rPr>
                <w:lang w:eastAsia="et-EE"/>
              </w:rPr>
              <w:t xml:space="preserve"> (basseinid, tiigid, purskkaevud)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B544" w14:textId="77777777" w:rsidR="000A51C0" w:rsidRPr="00950A41" w:rsidRDefault="000A51C0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B8BC" w14:textId="21232585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7E5A2" w14:textId="561CEFEE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60DB50E9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A142" w14:textId="77777777" w:rsidR="0025227D" w:rsidRPr="00950A41" w:rsidRDefault="0025227D" w:rsidP="000A51C0">
            <w:pPr>
              <w:jc w:val="center"/>
              <w:rPr>
                <w:b/>
                <w:bCs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2709" w14:textId="19CEE36D" w:rsidR="0025227D" w:rsidRPr="00950A41" w:rsidRDefault="0025227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 xml:space="preserve">eritarindid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57BD" w14:textId="6CA703EF" w:rsidR="0025227D" w:rsidRPr="00950A41" w:rsidRDefault="0025227D" w:rsidP="000A51C0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218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D4D6" w14:textId="3E0042AA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F427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16B1BF97" w14:textId="77777777" w:rsidTr="00950A4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2A6C" w14:textId="11F2183F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E90" w14:textId="4FB92FE9" w:rsidR="000A51C0" w:rsidRPr="00950A41" w:rsidRDefault="00021974" w:rsidP="000A51C0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Ehitise põhitarindid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DF2C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220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720D" w14:textId="36114193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E391D" w14:textId="7BB6FCE8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58060E9A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C438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734F" w14:textId="2338E6E0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vundamendi ja alused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64CF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1B24" w14:textId="0D6EF9F6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E18E" w14:textId="4F0D7074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18DDF435" w14:textId="77777777" w:rsidTr="00950A41">
        <w:trPr>
          <w:trHeight w:val="126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1A1C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A127" w14:textId="72CC7624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kande ja piirdetarindid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2E1B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B2F3" w14:textId="35CD59CC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F8C1" w14:textId="014655AD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56F14CD6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64E8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CEFA" w14:textId="33267738" w:rsidR="000A51C0" w:rsidRPr="00950A41" w:rsidRDefault="000A51C0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ka</w:t>
            </w:r>
            <w:r w:rsidR="00021974" w:rsidRPr="00950A41">
              <w:rPr>
                <w:color w:val="000000"/>
                <w:lang w:eastAsia="et-EE"/>
              </w:rPr>
              <w:t>tus ja -räästad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3D96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8B90" w14:textId="66A13F8C" w:rsidR="000A51C0" w:rsidRPr="00950A41" w:rsidRDefault="009711BB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1EFB" w14:textId="0B48856D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4606D8E7" w14:textId="77777777" w:rsidTr="00950A41">
        <w:trPr>
          <w:trHeight w:val="343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9CCA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AC34" w14:textId="1036C6CE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aknad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10EC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09E5" w14:textId="3217B41A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8011" w14:textId="63BBC508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2A47639C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EFC3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B726" w14:textId="61CE9CD1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välisuksed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0632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7A64" w14:textId="411C5B53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1A15" w14:textId="7470BA6D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6776AF2C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9307" w14:textId="77777777" w:rsidR="0025227D" w:rsidRPr="00950A41" w:rsidRDefault="0025227D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26B8" w14:textId="052753CA" w:rsidR="0025227D" w:rsidRPr="00950A41" w:rsidRDefault="0025227D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 xml:space="preserve">korstnad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3D01" w14:textId="576F3248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393D" w14:textId="621BFB4D" w:rsidR="0025227D" w:rsidRPr="00950A41" w:rsidRDefault="000E650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-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A5F6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7A57C063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1232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B653" w14:textId="0463FE2C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ehitise muude põhitarindid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3D6F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229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9667" w14:textId="46B2499C" w:rsidR="000A51C0" w:rsidRPr="00950A41" w:rsidRDefault="009711BB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C768" w14:textId="3C0EAC2B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1A7F150A" w14:textId="77777777" w:rsidTr="00950A4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8D7B" w14:textId="0F98E20F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3.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05F" w14:textId="79B4E79A" w:rsidR="000A51C0" w:rsidRPr="00950A41" w:rsidRDefault="00021974" w:rsidP="00021974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Hoone siseruumid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1831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230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D4CF" w14:textId="3D283C18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EE35" w14:textId="1CC142B1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64F568A3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D370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2902" w14:textId="72D0298B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seinte pinnad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09D7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6E53" w14:textId="02B5FEE9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2B4F" w14:textId="4B963C9C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33416077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277B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739A" w14:textId="3F3E508E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põrandakatted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8D39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98FB" w14:textId="27EDA460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7D6B" w14:textId="5F857CFE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45B937CE" w14:textId="77777777" w:rsidTr="00950A41">
        <w:trPr>
          <w:trHeight w:val="315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92F7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F07D" w14:textId="4993BB7D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vaheseinad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AE52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617F" w14:textId="1C2C8C6D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31995" w14:textId="1E330ADA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375EA557" w14:textId="77777777" w:rsidTr="00950A41">
        <w:trPr>
          <w:trHeight w:val="315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A908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97E1" w14:textId="668492CF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laed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9C3B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6943" w14:textId="159EEE79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0369" w14:textId="1482D033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2548FCF9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E69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39E3" w14:textId="0473A83D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avatäited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87D6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1CCC" w14:textId="304A24BD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81EB" w14:textId="53986D9D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46A9AB43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65F4" w14:textId="77777777" w:rsidR="0025227D" w:rsidRPr="00950A41" w:rsidRDefault="0025227D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4A03" w14:textId="16242083" w:rsidR="0025227D" w:rsidRPr="00950A41" w:rsidRDefault="0025227D" w:rsidP="0025227D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ahjud, kaminad, pliidi ja muud küttekolded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1F0C" w14:textId="6C6E453B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CD8D" w14:textId="208A8D4E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 ( saunakerised )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36AEC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12840A06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A5CF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EFBC" w14:textId="176B34A2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muude siseruumi elemendid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CA99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239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3E79" w14:textId="41EDB74B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A191" w14:textId="5D588633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6FFFA8C8" w14:textId="77777777" w:rsidTr="00950A4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538E" w14:textId="66D4AA95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4.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6472" w14:textId="1FA6A105" w:rsidR="000A51C0" w:rsidRPr="00950A41" w:rsidRDefault="000A51C0" w:rsidP="000A51C0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Hoon</w:t>
            </w:r>
            <w:r w:rsidR="00021974" w:rsidRPr="00950A41">
              <w:rPr>
                <w:b/>
                <w:bCs/>
                <w:color w:val="000000"/>
                <w:lang w:eastAsia="et-EE"/>
              </w:rPr>
              <w:t>e keskkonnatehnika süsteemid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5EFA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240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7683" w14:textId="74DE877E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4354" w14:textId="1CA158F6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40584C" w:rsidRPr="00950A41" w14:paraId="4BF0BDAB" w14:textId="77777777" w:rsidTr="00950A41">
        <w:trPr>
          <w:trHeight w:val="315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043F" w14:textId="4CD012F1" w:rsidR="0040584C" w:rsidRPr="00950A41" w:rsidRDefault="0040584C" w:rsidP="0040584C">
            <w:pPr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AF24" w14:textId="6B2DDBD4" w:rsidR="0040584C" w:rsidRPr="00950A41" w:rsidRDefault="00021974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küttesüsteem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D224" w14:textId="4FBB32C1" w:rsidR="0040584C" w:rsidRPr="00950A41" w:rsidRDefault="00021974" w:rsidP="00021974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241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95A9" w14:textId="6A18CCE5" w:rsidR="0040584C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1B23" w14:textId="77777777" w:rsidR="0040584C" w:rsidRPr="00950A41" w:rsidRDefault="0040584C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2CE59DD1" w14:textId="77777777" w:rsidTr="00950A41">
        <w:trPr>
          <w:trHeight w:val="126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D1E4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133C" w14:textId="036A8AEC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veevarustussüsteem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C4EF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BA05" w14:textId="63761AEA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50AB" w14:textId="7580628E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19E4B418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31C4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1A0C" w14:textId="7C5377C1" w:rsidR="000A51C0" w:rsidRPr="00950A41" w:rsidRDefault="00021974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kanalisatsioonisüsteem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2324" w14:textId="77777777" w:rsidR="000A51C0" w:rsidRPr="00950A41" w:rsidRDefault="000A51C0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DB64" w14:textId="3744F9CA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77D3" w14:textId="3604EBE8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0EEFA939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888B" w14:textId="77777777" w:rsidR="0025227D" w:rsidRPr="00950A41" w:rsidRDefault="0025227D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EAA8" w14:textId="0403FA93" w:rsidR="0025227D" w:rsidRPr="00950A41" w:rsidRDefault="0025227D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ventilatsioonisüsteem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DE50" w14:textId="002A9A3D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8524" w14:textId="23DA8426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AD5D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4CA360B9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06A3" w14:textId="77777777" w:rsidR="0025227D" w:rsidRPr="00950A41" w:rsidRDefault="0025227D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7700" w14:textId="2B4FA1BD" w:rsidR="0025227D" w:rsidRPr="00950A41" w:rsidRDefault="0025227D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kliimaseadmed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2865" w14:textId="28FCAAA1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8C06" w14:textId="44A576FF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9A25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28241952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24D1A" w14:textId="77777777" w:rsidR="0025227D" w:rsidRPr="00950A41" w:rsidRDefault="0025227D" w:rsidP="0025227D">
            <w:pPr>
              <w:rPr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BB22" w14:textId="37222FCF" w:rsidR="0025227D" w:rsidRPr="00950A41" w:rsidRDefault="0025227D" w:rsidP="0025227D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 xml:space="preserve">hooneautomaatika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D547" w14:textId="655BF2ED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246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1DB09" w14:textId="7C68CC1A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C4BA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26E80860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0ECF" w14:textId="77777777" w:rsidR="0025227D" w:rsidRPr="00950A41" w:rsidRDefault="0025227D" w:rsidP="0025227D">
            <w:pPr>
              <w:rPr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F351" w14:textId="3590F09E" w:rsidR="0025227D" w:rsidRPr="00950A41" w:rsidRDefault="0025227D" w:rsidP="0025227D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gaasipaigaldis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3547" w14:textId="138348EA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7D03E" w14:textId="4D7F6230" w:rsidR="0025227D" w:rsidRPr="00950A41" w:rsidRDefault="000E650D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-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A022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430AA7A2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5644" w14:textId="77777777" w:rsidR="0025227D" w:rsidRPr="00950A41" w:rsidRDefault="0025227D" w:rsidP="0025227D">
            <w:pPr>
              <w:rPr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919B7" w14:textId="7F901CCD" w:rsidR="0025227D" w:rsidRPr="00950A41" w:rsidRDefault="0025227D" w:rsidP="0025227D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suitsutõrje- ja suitsueemaldussüsteem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C3EFF" w14:textId="2E90F22E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248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99B58" w14:textId="70ABDE52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6F96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78EC5755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5008" w14:textId="77777777" w:rsidR="0025227D" w:rsidRPr="00950A41" w:rsidRDefault="0025227D" w:rsidP="0025227D">
            <w:pPr>
              <w:rPr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3FF7" w14:textId="56ADD1F1" w:rsidR="0025227D" w:rsidRPr="00950A41" w:rsidRDefault="0025227D" w:rsidP="0025227D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 xml:space="preserve">muude ruumides keskkonnatingimusi kujundavate süsteemid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A059" w14:textId="09A798E5" w:rsidR="0025227D" w:rsidRPr="00950A41" w:rsidRDefault="0025227D" w:rsidP="000A51C0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249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6A51" w14:textId="119FF15A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AC85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3EE36A2D" w14:textId="77777777" w:rsidTr="00950A41">
        <w:trPr>
          <w:trHeight w:val="315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5ACC" w14:textId="608C89E1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5.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1508" w14:textId="53634AD4" w:rsidR="000A51C0" w:rsidRPr="00950A41" w:rsidRDefault="000A51C0" w:rsidP="000A51C0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Elektripai</w:t>
            </w:r>
            <w:r w:rsidR="00021974" w:rsidRPr="00950A41">
              <w:rPr>
                <w:b/>
                <w:bCs/>
                <w:color w:val="000000"/>
                <w:lang w:eastAsia="et-EE"/>
              </w:rPr>
              <w:t>galdis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B457" w14:textId="77777777" w:rsidR="000A51C0" w:rsidRPr="00950A41" w:rsidRDefault="000A51C0" w:rsidP="0040584C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250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3EAE" w14:textId="2F0FE94D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6137" w14:textId="1BC3513A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25227D" w:rsidRPr="00950A41" w14:paraId="6AD6336B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2DBC" w14:textId="77777777" w:rsidR="0025227D" w:rsidRPr="00950A41" w:rsidRDefault="0025227D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570A" w14:textId="32BED495" w:rsidR="0025227D" w:rsidRPr="00950A41" w:rsidRDefault="0025227D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 xml:space="preserve">Käidukorraldus 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0215B" w14:textId="5DEE2F45" w:rsidR="0025227D" w:rsidRPr="00950A41" w:rsidRDefault="0025227D" w:rsidP="0040584C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 xml:space="preserve">251 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6A2A" w14:textId="16394F21" w:rsidR="0025227D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9962" w14:textId="77777777" w:rsidR="0025227D" w:rsidRPr="00950A41" w:rsidRDefault="0025227D" w:rsidP="000A51C0">
            <w:pPr>
              <w:rPr>
                <w:color w:val="000000"/>
                <w:lang w:eastAsia="et-EE"/>
              </w:rPr>
            </w:pPr>
          </w:p>
        </w:tc>
      </w:tr>
      <w:tr w:rsidR="00021974" w:rsidRPr="00950A41" w14:paraId="7424DCC5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091B" w14:textId="77777777" w:rsidR="00021974" w:rsidRPr="00950A41" w:rsidRDefault="00021974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1299" w14:textId="7B90109E" w:rsidR="00021974" w:rsidRPr="00950A41" w:rsidRDefault="00021974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käidutööd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3D7E" w14:textId="77777777" w:rsidR="00021974" w:rsidRPr="00950A41" w:rsidRDefault="00021974" w:rsidP="0040584C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252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D050" w14:textId="178ACD17" w:rsidR="00021974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2FC2" w14:textId="1075F08A" w:rsidR="00021974" w:rsidRPr="00950A41" w:rsidRDefault="00021974" w:rsidP="000A51C0">
            <w:pPr>
              <w:rPr>
                <w:color w:val="000000"/>
                <w:lang w:eastAsia="et-EE"/>
              </w:rPr>
            </w:pPr>
          </w:p>
        </w:tc>
      </w:tr>
      <w:tr w:rsidR="000A51C0" w:rsidRPr="00950A41" w14:paraId="525CAF14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FB69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9DB8" w14:textId="42701B69" w:rsidR="000A51C0" w:rsidRPr="00950A41" w:rsidRDefault="00021974" w:rsidP="000A51C0">
            <w:pPr>
              <w:rPr>
                <w:lang w:eastAsia="et-EE"/>
              </w:rPr>
            </w:pPr>
            <w:r w:rsidRPr="00950A41">
              <w:rPr>
                <w:lang w:eastAsia="et-EE"/>
              </w:rPr>
              <w:t>turvavalgustussüsteemid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8CFD" w14:textId="77777777" w:rsidR="000A51C0" w:rsidRPr="00950A41" w:rsidRDefault="000A51C0" w:rsidP="0040584C">
            <w:pPr>
              <w:jc w:val="center"/>
              <w:rPr>
                <w:lang w:eastAsia="et-EE"/>
              </w:rPr>
            </w:pPr>
            <w:r w:rsidRPr="00950A41">
              <w:rPr>
                <w:lang w:eastAsia="et-EE"/>
              </w:rPr>
              <w:t>253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8407" w14:textId="6EAE2393" w:rsidR="000A51C0" w:rsidRPr="00950A41" w:rsidRDefault="009711B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CA45" w14:textId="2CAC9CF5" w:rsidR="000A51C0" w:rsidRPr="00950A41" w:rsidRDefault="000A51C0" w:rsidP="00B47E82">
            <w:pPr>
              <w:rPr>
                <w:color w:val="FF0000"/>
                <w:lang w:eastAsia="et-EE"/>
              </w:rPr>
            </w:pPr>
          </w:p>
        </w:tc>
      </w:tr>
      <w:tr w:rsidR="000A51C0" w:rsidRPr="00950A41" w14:paraId="1DE8D62A" w14:textId="77777777" w:rsidTr="00950A41">
        <w:trPr>
          <w:trHeight w:val="7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6F67" w14:textId="1A6B4E75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lastRenderedPageBreak/>
              <w:t>6.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93CA" w14:textId="0B52703C" w:rsidR="000A51C0" w:rsidRPr="00950A41" w:rsidRDefault="00021974" w:rsidP="000A51C0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Nõrkvoolupaigaldis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9044" w14:textId="77777777" w:rsidR="000A51C0" w:rsidRPr="00950A41" w:rsidRDefault="000A51C0" w:rsidP="0040584C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260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391F" w14:textId="58803B75" w:rsidR="000A51C0" w:rsidRPr="00950A41" w:rsidRDefault="000A51C0" w:rsidP="000A51C0">
            <w:pPr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51D9" w14:textId="3C4FB284" w:rsidR="000A51C0" w:rsidRPr="00950A41" w:rsidRDefault="000A51C0" w:rsidP="000A51C0">
            <w:pPr>
              <w:rPr>
                <w:b/>
                <w:bCs/>
                <w:color w:val="000000"/>
                <w:lang w:eastAsia="et-EE"/>
              </w:rPr>
            </w:pPr>
          </w:p>
        </w:tc>
      </w:tr>
      <w:tr w:rsidR="000A51C0" w:rsidRPr="00950A41" w14:paraId="6CBFC1AA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C50E" w14:textId="77777777" w:rsidR="000A51C0" w:rsidRPr="00950A41" w:rsidRDefault="000A51C0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5B9D" w14:textId="6809585B" w:rsidR="000A51C0" w:rsidRPr="00950A41" w:rsidRDefault="00E90C5E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Arvutivõrk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725A" w14:textId="1CACA5C7" w:rsidR="000A51C0" w:rsidRPr="00950A41" w:rsidRDefault="00E90C5E" w:rsidP="0040584C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261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91C8" w14:textId="15DA96FC" w:rsidR="000A51C0" w:rsidRPr="00950A41" w:rsidRDefault="00F37D0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6A24" w14:textId="4A75D89C" w:rsidR="000A51C0" w:rsidRPr="00950A41" w:rsidRDefault="000A51C0" w:rsidP="000A51C0">
            <w:pPr>
              <w:rPr>
                <w:color w:val="000000"/>
                <w:lang w:eastAsia="et-EE"/>
              </w:rPr>
            </w:pPr>
          </w:p>
        </w:tc>
      </w:tr>
      <w:tr w:rsidR="009711BB" w:rsidRPr="00950A41" w14:paraId="1CED8012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ACE0F" w14:textId="77777777" w:rsidR="009711BB" w:rsidRPr="00950A41" w:rsidRDefault="009711BB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FE998" w14:textId="00B8AE07" w:rsidR="009711BB" w:rsidRPr="00950A41" w:rsidRDefault="00E90C5E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Telefonivõrk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4563" w14:textId="0953A8BE" w:rsidR="009711BB" w:rsidRPr="00950A41" w:rsidRDefault="00E90C5E" w:rsidP="0040584C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262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A04A" w14:textId="452DB42B" w:rsidR="009711BB" w:rsidRPr="00950A41" w:rsidRDefault="00F37D0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E8A2" w14:textId="77777777" w:rsidR="009711BB" w:rsidRPr="00950A41" w:rsidRDefault="009711BB" w:rsidP="000A51C0">
            <w:pPr>
              <w:rPr>
                <w:color w:val="000000"/>
                <w:lang w:eastAsia="et-EE"/>
              </w:rPr>
            </w:pPr>
          </w:p>
        </w:tc>
      </w:tr>
      <w:tr w:rsidR="009711BB" w:rsidRPr="00950A41" w14:paraId="00774C5C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2516" w14:textId="77777777" w:rsidR="009711BB" w:rsidRPr="00950A41" w:rsidRDefault="009711BB" w:rsidP="000A51C0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6A52" w14:textId="5D18ED87" w:rsidR="009711BB" w:rsidRPr="00950A41" w:rsidRDefault="00E90C5E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Meedia edastussüsteem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C7DE" w14:textId="1BBBD60B" w:rsidR="009711BB" w:rsidRPr="00950A41" w:rsidRDefault="00E90C5E" w:rsidP="0040584C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263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880E" w14:textId="4C410F5F" w:rsidR="009711BB" w:rsidRPr="00950A41" w:rsidRDefault="00F37D0B" w:rsidP="000A51C0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7D65" w14:textId="77777777" w:rsidR="009711BB" w:rsidRPr="00950A41" w:rsidRDefault="009711BB" w:rsidP="000A51C0">
            <w:pPr>
              <w:rPr>
                <w:color w:val="000000"/>
                <w:lang w:eastAsia="et-EE"/>
              </w:rPr>
            </w:pPr>
          </w:p>
        </w:tc>
      </w:tr>
      <w:tr w:rsidR="009711BB" w:rsidRPr="00950A41" w14:paraId="7037C305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2197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8CD4" w14:textId="3845D021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helindussüsteem, teadustussüsteem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54DD" w14:textId="694E4ABE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264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96CC" w14:textId="011E4D6A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FB55" w14:textId="77777777" w:rsidR="009711BB" w:rsidRPr="00950A41" w:rsidRDefault="009711BB" w:rsidP="009711BB">
            <w:pPr>
              <w:rPr>
                <w:color w:val="000000"/>
                <w:lang w:eastAsia="et-EE"/>
              </w:rPr>
            </w:pPr>
          </w:p>
        </w:tc>
      </w:tr>
      <w:tr w:rsidR="009711BB" w:rsidRPr="00950A41" w14:paraId="28F6207D" w14:textId="77777777" w:rsidTr="00950A41">
        <w:trPr>
          <w:trHeight w:val="70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87F34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B513" w14:textId="23897DE7" w:rsidR="009711BB" w:rsidRPr="00950A41" w:rsidRDefault="00E90C5E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Tehnoseadmete ja süsteemide jälgimise automaatika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62CE" w14:textId="3B355C6E" w:rsidR="009711BB" w:rsidRPr="00950A41" w:rsidRDefault="00E90C5E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265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6EEC" w14:textId="579A859F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37C3" w14:textId="77777777" w:rsidR="009711BB" w:rsidRPr="00950A41" w:rsidRDefault="009711BB" w:rsidP="009711BB">
            <w:pPr>
              <w:rPr>
                <w:color w:val="000000"/>
                <w:lang w:eastAsia="et-EE"/>
              </w:rPr>
            </w:pPr>
          </w:p>
        </w:tc>
      </w:tr>
      <w:tr w:rsidR="009711BB" w:rsidRPr="00950A41" w14:paraId="73A52282" w14:textId="77777777" w:rsidTr="00950A41">
        <w:trPr>
          <w:trHeight w:val="7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5688" w14:textId="2129BD99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7.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8109" w14:textId="595B69D3" w:rsidR="009711BB" w:rsidRPr="00950A41" w:rsidRDefault="009711BB" w:rsidP="009711BB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 xml:space="preserve">Eriseadmed ja süsteemid 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2A1C" w14:textId="544BD566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270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5146F9" w14:textId="77777777" w:rsidR="009711BB" w:rsidRPr="00950A41" w:rsidRDefault="009711BB" w:rsidP="009711BB">
            <w:pPr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66EC" w14:textId="77777777" w:rsidR="009711BB" w:rsidRPr="00950A41" w:rsidRDefault="009711BB" w:rsidP="009711BB">
            <w:pPr>
              <w:rPr>
                <w:b/>
                <w:bCs/>
                <w:lang w:eastAsia="et-EE"/>
              </w:rPr>
            </w:pPr>
          </w:p>
        </w:tc>
      </w:tr>
      <w:tr w:rsidR="009711BB" w:rsidRPr="00950A41" w14:paraId="6CE2A152" w14:textId="77777777" w:rsidTr="00950A41">
        <w:trPr>
          <w:trHeight w:val="7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CC70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4A" w14:textId="41743DD4" w:rsidR="009711BB" w:rsidRPr="00950A41" w:rsidRDefault="009711BB" w:rsidP="009711BB">
            <w:pPr>
              <w:rPr>
                <w:bCs/>
                <w:color w:val="000000"/>
                <w:lang w:eastAsia="et-EE"/>
              </w:rPr>
            </w:pPr>
            <w:r w:rsidRPr="00950A41">
              <w:rPr>
                <w:bCs/>
                <w:color w:val="000000"/>
                <w:lang w:eastAsia="et-EE"/>
              </w:rPr>
              <w:t>liftid, eskalaator ja tõsteseadmed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E0F2" w14:textId="2374D63E" w:rsidR="009711BB" w:rsidRPr="00950A41" w:rsidRDefault="009711BB" w:rsidP="009711BB">
            <w:pPr>
              <w:jc w:val="center"/>
              <w:rPr>
                <w:bCs/>
                <w:color w:val="000000"/>
                <w:lang w:eastAsia="et-EE"/>
              </w:rPr>
            </w:pPr>
            <w:r w:rsidRPr="00950A41">
              <w:rPr>
                <w:bCs/>
                <w:color w:val="000000"/>
                <w:lang w:eastAsia="et-EE"/>
              </w:rPr>
              <w:t>271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DA4FE5" w14:textId="60F71850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F5EF" w14:textId="77777777" w:rsidR="009711BB" w:rsidRPr="00950A41" w:rsidRDefault="009711BB" w:rsidP="009711BB">
            <w:pPr>
              <w:rPr>
                <w:b/>
                <w:bCs/>
                <w:lang w:eastAsia="et-EE"/>
              </w:rPr>
            </w:pPr>
          </w:p>
        </w:tc>
      </w:tr>
      <w:tr w:rsidR="009711BB" w:rsidRPr="00950A41" w14:paraId="63693C03" w14:textId="77777777" w:rsidTr="00950A41">
        <w:trPr>
          <w:trHeight w:val="7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C63E8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17D98" w14:textId="3A253FE3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Elektrisüsteemi eriseadmed ( generaator, kondensaatorseade, RLA, päikesepaneelid)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008A" w14:textId="7619DB1E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272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1DA38C" w14:textId="10C8EA6C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FD9C" w14:textId="77777777" w:rsidR="009711BB" w:rsidRPr="00950A41" w:rsidRDefault="009711BB" w:rsidP="009711BB">
            <w:pPr>
              <w:rPr>
                <w:b/>
                <w:bCs/>
                <w:lang w:eastAsia="et-EE"/>
              </w:rPr>
            </w:pPr>
          </w:p>
        </w:tc>
      </w:tr>
      <w:tr w:rsidR="009711BB" w:rsidRPr="00950A41" w14:paraId="643530AF" w14:textId="77777777" w:rsidTr="00950A41">
        <w:trPr>
          <w:trHeight w:val="7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87C1" w14:textId="7BF5CDB3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8.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A74B" w14:textId="329DBF7F" w:rsidR="009711BB" w:rsidRPr="00950A41" w:rsidRDefault="009711BB" w:rsidP="009711BB">
            <w:pPr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Turvasüsteemid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BA37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280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A7C53E" w14:textId="417975FD" w:rsidR="009711BB" w:rsidRPr="00950A41" w:rsidRDefault="009711BB" w:rsidP="009711BB">
            <w:pPr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BFB3" w14:textId="793A025C" w:rsidR="009711BB" w:rsidRPr="00950A41" w:rsidRDefault="009711BB" w:rsidP="009711BB">
            <w:pPr>
              <w:rPr>
                <w:b/>
                <w:bCs/>
                <w:lang w:eastAsia="et-EE"/>
              </w:rPr>
            </w:pPr>
          </w:p>
        </w:tc>
      </w:tr>
      <w:tr w:rsidR="009711BB" w:rsidRPr="00950A41" w14:paraId="1622FB7D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90C0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  <w:r w:rsidRPr="00950A41">
              <w:rPr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F42A" w14:textId="1872D89C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 xml:space="preserve">ATS süsteem 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9DA3" w14:textId="77777777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281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60C3" w14:textId="39786E17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FDEC" w14:textId="6BB03A68" w:rsidR="009711BB" w:rsidRPr="00950A41" w:rsidRDefault="009711BB" w:rsidP="009711BB">
            <w:pPr>
              <w:rPr>
                <w:lang w:eastAsia="et-EE"/>
              </w:rPr>
            </w:pPr>
          </w:p>
        </w:tc>
      </w:tr>
      <w:tr w:rsidR="009711BB" w:rsidRPr="00950A41" w14:paraId="0D97CE2F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915A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FD2B" w14:textId="5C5F542E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häireseadmestik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1B70" w14:textId="502D48C5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4FBC" w14:textId="79FBF219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B40B" w14:textId="77777777" w:rsidR="009711BB" w:rsidRPr="00950A41" w:rsidRDefault="009711BB" w:rsidP="009711BB">
            <w:pPr>
              <w:rPr>
                <w:lang w:eastAsia="et-EE"/>
              </w:rPr>
            </w:pPr>
          </w:p>
        </w:tc>
      </w:tr>
      <w:tr w:rsidR="009711BB" w:rsidRPr="00950A41" w14:paraId="2DAD3610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64D6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53698" w14:textId="34F11228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Jälgimisseadmestik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C1852" w14:textId="37BF0CC4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283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D6FB" w14:textId="400CBF0B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492E" w14:textId="77777777" w:rsidR="009711BB" w:rsidRPr="00950A41" w:rsidRDefault="009711BB" w:rsidP="009711BB">
            <w:pPr>
              <w:rPr>
                <w:lang w:eastAsia="et-EE"/>
              </w:rPr>
            </w:pPr>
          </w:p>
        </w:tc>
      </w:tr>
      <w:tr w:rsidR="009711BB" w:rsidRPr="00950A41" w14:paraId="17AB4881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0C99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3449C" w14:textId="49A391CE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Läbipääsu kontrollsüsteem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C1EC3" w14:textId="7A1416C5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284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160D" w14:textId="059221C2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CA42" w14:textId="77777777" w:rsidR="009711BB" w:rsidRPr="00950A41" w:rsidRDefault="009711BB" w:rsidP="009711BB">
            <w:pPr>
              <w:rPr>
                <w:lang w:eastAsia="et-EE"/>
              </w:rPr>
            </w:pPr>
          </w:p>
        </w:tc>
      </w:tr>
      <w:tr w:rsidR="009711BB" w:rsidRPr="00950A41" w14:paraId="655579C5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773B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E24F" w14:textId="17833AE7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Automaatne tulekustutussüsteem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6BC4D" w14:textId="5DD1A4DA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285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BA61" w14:textId="0557C2BC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DE00" w14:textId="77777777" w:rsidR="009711BB" w:rsidRPr="00950A41" w:rsidRDefault="009711BB" w:rsidP="009711BB">
            <w:pPr>
              <w:rPr>
                <w:lang w:eastAsia="et-EE"/>
              </w:rPr>
            </w:pPr>
          </w:p>
        </w:tc>
      </w:tr>
      <w:tr w:rsidR="009711BB" w:rsidRPr="00950A41" w14:paraId="3FED6853" w14:textId="77777777" w:rsidTr="00950A41">
        <w:trPr>
          <w:trHeight w:val="301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5C293" w14:textId="77777777" w:rsidR="009711BB" w:rsidRPr="00950A41" w:rsidRDefault="009711BB" w:rsidP="009711BB">
            <w:pPr>
              <w:jc w:val="center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4EA7" w14:textId="54D7EBFC" w:rsidR="009711BB" w:rsidRPr="00950A41" w:rsidRDefault="009711B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Muud turvasüsteemid ( kustutid, märgtõusutoru, tuletõkkesektsioonid)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440EC" w14:textId="63D45069" w:rsidR="009711BB" w:rsidRPr="00950A41" w:rsidRDefault="009711BB" w:rsidP="009711BB">
            <w:pPr>
              <w:jc w:val="center"/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289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78EC" w14:textId="4CD892C6" w:rsidR="009711BB" w:rsidRPr="00950A41" w:rsidRDefault="00F37D0B" w:rsidP="009711BB">
            <w:pPr>
              <w:rPr>
                <w:color w:val="000000"/>
                <w:lang w:eastAsia="et-EE"/>
              </w:rPr>
            </w:pPr>
            <w:r w:rsidRPr="00950A41">
              <w:rPr>
                <w:color w:val="000000"/>
                <w:lang w:eastAsia="et-EE"/>
              </w:rPr>
              <w:t>Uusehitis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D1C0" w14:textId="77777777" w:rsidR="009711BB" w:rsidRPr="00950A41" w:rsidRDefault="009711BB" w:rsidP="009711BB">
            <w:pPr>
              <w:rPr>
                <w:lang w:eastAsia="et-EE"/>
              </w:rPr>
            </w:pPr>
          </w:p>
        </w:tc>
      </w:tr>
    </w:tbl>
    <w:p w14:paraId="57169917" w14:textId="77777777" w:rsidR="000A51C0" w:rsidRPr="00950A41" w:rsidRDefault="000A51C0" w:rsidP="002255A7">
      <w:pPr>
        <w:rPr>
          <w:caps/>
        </w:rPr>
      </w:pPr>
    </w:p>
    <w:p w14:paraId="3F74AF84" w14:textId="77777777" w:rsidR="00962E27" w:rsidRDefault="00962E27" w:rsidP="00962E27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7A7E323E" w14:textId="77777777" w:rsidR="00962E27" w:rsidRDefault="00962E27" w:rsidP="00962E27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565A65D0" w14:textId="77777777" w:rsidR="00962E27" w:rsidRDefault="00962E27" w:rsidP="00962E27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p w14:paraId="6500CEFA" w14:textId="77777777" w:rsidR="00962E27" w:rsidRDefault="00962E27" w:rsidP="00962E27">
      <w:pPr>
        <w:pStyle w:val="Footer"/>
        <w:tabs>
          <w:tab w:val="clear" w:pos="4153"/>
          <w:tab w:val="clear" w:pos="8306"/>
        </w:tabs>
        <w:ind w:right="360"/>
        <w:rPr>
          <w:b/>
          <w:sz w:val="22"/>
          <w:szCs w:val="22"/>
        </w:rPr>
      </w:pPr>
    </w:p>
    <w:sectPr w:rsidR="00962E27" w:rsidSect="00950A41">
      <w:headerReference w:type="default" r:id="rId14"/>
      <w:pgSz w:w="11906" w:h="16838"/>
      <w:pgMar w:top="1134" w:right="1418" w:bottom="1134" w:left="1418" w:header="720" w:footer="10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4C1FF" w14:textId="77777777" w:rsidR="009B38F2" w:rsidRDefault="009B38F2">
      <w:r>
        <w:separator/>
      </w:r>
    </w:p>
  </w:endnote>
  <w:endnote w:type="continuationSeparator" w:id="0">
    <w:p w14:paraId="4A7990FF" w14:textId="77777777" w:rsidR="009B38F2" w:rsidRDefault="009B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17C44" w14:textId="77777777" w:rsidR="009711BB" w:rsidRDefault="009711BB" w:rsidP="001D2FA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66065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D8FA428" w14:textId="0B4BF1D8" w:rsidR="009711BB" w:rsidRPr="001D2FA0" w:rsidRDefault="009711BB" w:rsidP="001D2FA0">
            <w:pPr>
              <w:pStyle w:val="Footer"/>
              <w:jc w:val="center"/>
            </w:pPr>
            <w:r w:rsidRPr="001D2FA0">
              <w:t xml:space="preserve"> </w:t>
            </w:r>
            <w:r w:rsidRPr="001D2FA0">
              <w:rPr>
                <w:bCs/>
                <w:sz w:val="24"/>
                <w:szCs w:val="24"/>
              </w:rPr>
              <w:fldChar w:fldCharType="begin"/>
            </w:r>
            <w:r w:rsidRPr="001D2FA0">
              <w:rPr>
                <w:bCs/>
              </w:rPr>
              <w:instrText>PAGE</w:instrText>
            </w:r>
            <w:r w:rsidRPr="001D2F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1D2FA0">
              <w:rPr>
                <w:bCs/>
                <w:sz w:val="24"/>
                <w:szCs w:val="24"/>
              </w:rPr>
              <w:fldChar w:fldCharType="end"/>
            </w:r>
            <w:r w:rsidRPr="001D2FA0">
              <w:t xml:space="preserve"> / </w:t>
            </w:r>
            <w:r w:rsidRPr="001D2FA0">
              <w:rPr>
                <w:bCs/>
                <w:sz w:val="24"/>
                <w:szCs w:val="24"/>
              </w:rPr>
              <w:fldChar w:fldCharType="begin"/>
            </w:r>
            <w:r w:rsidRPr="001D2FA0">
              <w:rPr>
                <w:bCs/>
              </w:rPr>
              <w:instrText>NUMPAGES</w:instrText>
            </w:r>
            <w:r w:rsidRPr="001D2F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1D2F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1B1846" w14:textId="77777777" w:rsidR="009711BB" w:rsidRDefault="00971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D4F97" w14:textId="77777777" w:rsidR="009B38F2" w:rsidRDefault="009B38F2">
      <w:r>
        <w:separator/>
      </w:r>
    </w:p>
  </w:footnote>
  <w:footnote w:type="continuationSeparator" w:id="0">
    <w:p w14:paraId="57C62316" w14:textId="77777777" w:rsidR="009B38F2" w:rsidRDefault="009B3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45362" w14:textId="0410CEDC" w:rsidR="009711BB" w:rsidRPr="001D2FA0" w:rsidRDefault="009711BB" w:rsidP="002562B9">
    <w:pPr>
      <w:pStyle w:val="Header"/>
      <w:ind w:left="-964"/>
      <w:jc w:val="right"/>
    </w:pPr>
    <w:r>
      <w:rPr>
        <w:noProof/>
        <w:sz w:val="16"/>
        <w:szCs w:val="16"/>
        <w:lang w:eastAsia="et-EE"/>
      </w:rPr>
      <w:drawing>
        <wp:inline distT="0" distB="0" distL="0" distR="0" wp14:anchorId="13DC8D77" wp14:editId="3976E474">
          <wp:extent cx="2503870" cy="2160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 w:rsidRPr="001D2FA0">
      <w:t>HAL.1.4.v01</w:t>
    </w:r>
  </w:p>
  <w:p w14:paraId="0F035D7B" w14:textId="28577F26" w:rsidR="009711BB" w:rsidRPr="001D2FA0" w:rsidRDefault="009711BB" w:rsidP="001D2FA0">
    <w:pPr>
      <w:pStyle w:val="Header"/>
      <w:ind w:left="-964"/>
      <w:jc w:val="right"/>
    </w:pPr>
    <w:r>
      <w:tab/>
    </w:r>
    <w:r>
      <w:tab/>
      <w:t xml:space="preserve"> Kinnitatud: 31.07.2015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40734" w14:textId="6378B89F" w:rsidR="009711BB" w:rsidRPr="001D2FA0" w:rsidRDefault="009711BB" w:rsidP="00950A41">
    <w:pPr>
      <w:pStyle w:val="Header"/>
      <w:tabs>
        <w:tab w:val="clear" w:pos="4153"/>
      </w:tabs>
      <w:jc w:val="right"/>
    </w:pPr>
    <w:r>
      <w:rPr>
        <w:noProof/>
        <w:sz w:val="16"/>
        <w:szCs w:val="16"/>
        <w:lang w:eastAsia="et-EE"/>
      </w:rPr>
      <w:drawing>
        <wp:inline distT="0" distB="0" distL="0" distR="0" wp14:anchorId="2C5D77DA" wp14:editId="5A863FD6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6B90"/>
    <w:multiLevelType w:val="singleLevel"/>
    <w:tmpl w:val="63F04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177C39"/>
    <w:multiLevelType w:val="hybridMultilevel"/>
    <w:tmpl w:val="EFEE1A8A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816D1"/>
    <w:multiLevelType w:val="hybridMultilevel"/>
    <w:tmpl w:val="1CDED45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D18E1"/>
    <w:multiLevelType w:val="hybridMultilevel"/>
    <w:tmpl w:val="8B7CBC84"/>
    <w:lvl w:ilvl="0" w:tplc="06740726">
      <w:start w:val="6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  <w:b w:val="0"/>
      </w:rPr>
    </w:lvl>
    <w:lvl w:ilvl="1" w:tplc="042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1ACE03E0"/>
    <w:multiLevelType w:val="hybridMultilevel"/>
    <w:tmpl w:val="FB0ED7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7CE1"/>
    <w:multiLevelType w:val="hybridMultilevel"/>
    <w:tmpl w:val="726863F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D153D0"/>
    <w:multiLevelType w:val="hybridMultilevel"/>
    <w:tmpl w:val="4B7647D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B91086"/>
    <w:multiLevelType w:val="hybridMultilevel"/>
    <w:tmpl w:val="1B3401A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07B62"/>
    <w:multiLevelType w:val="hybridMultilevel"/>
    <w:tmpl w:val="B5F032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77E9"/>
    <w:multiLevelType w:val="multilevel"/>
    <w:tmpl w:val="4D145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73EC0159"/>
    <w:multiLevelType w:val="hybridMultilevel"/>
    <w:tmpl w:val="3536B866"/>
    <w:lvl w:ilvl="0" w:tplc="B9B4D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10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D49"/>
    <w:rsid w:val="00005774"/>
    <w:rsid w:val="00021974"/>
    <w:rsid w:val="000608FE"/>
    <w:rsid w:val="000638F8"/>
    <w:rsid w:val="000A51C0"/>
    <w:rsid w:val="000A6CBE"/>
    <w:rsid w:val="000A7E44"/>
    <w:rsid w:val="000B2B4D"/>
    <w:rsid w:val="000C3B20"/>
    <w:rsid w:val="000D7A87"/>
    <w:rsid w:val="000E650D"/>
    <w:rsid w:val="0011162C"/>
    <w:rsid w:val="00116041"/>
    <w:rsid w:val="00144CB5"/>
    <w:rsid w:val="001513DE"/>
    <w:rsid w:val="00156678"/>
    <w:rsid w:val="00194948"/>
    <w:rsid w:val="001B0232"/>
    <w:rsid w:val="001B43BD"/>
    <w:rsid w:val="001D2FA0"/>
    <w:rsid w:val="001D4A5C"/>
    <w:rsid w:val="001E632B"/>
    <w:rsid w:val="00202678"/>
    <w:rsid w:val="002049FF"/>
    <w:rsid w:val="002255A7"/>
    <w:rsid w:val="00232529"/>
    <w:rsid w:val="0025227D"/>
    <w:rsid w:val="002562B9"/>
    <w:rsid w:val="002774EC"/>
    <w:rsid w:val="002A6A77"/>
    <w:rsid w:val="002A7FC0"/>
    <w:rsid w:val="002E62E9"/>
    <w:rsid w:val="003118E3"/>
    <w:rsid w:val="003315BD"/>
    <w:rsid w:val="00362F13"/>
    <w:rsid w:val="00364DC0"/>
    <w:rsid w:val="003E2695"/>
    <w:rsid w:val="003E7A5D"/>
    <w:rsid w:val="003F2A80"/>
    <w:rsid w:val="0040584C"/>
    <w:rsid w:val="00421A47"/>
    <w:rsid w:val="004306D9"/>
    <w:rsid w:val="00446A5F"/>
    <w:rsid w:val="004523FA"/>
    <w:rsid w:val="0045397D"/>
    <w:rsid w:val="004632E6"/>
    <w:rsid w:val="00467420"/>
    <w:rsid w:val="004D2DF0"/>
    <w:rsid w:val="00515265"/>
    <w:rsid w:val="00523914"/>
    <w:rsid w:val="00555A07"/>
    <w:rsid w:val="005D78CC"/>
    <w:rsid w:val="0062307D"/>
    <w:rsid w:val="00636E0C"/>
    <w:rsid w:val="00654EA4"/>
    <w:rsid w:val="006706A8"/>
    <w:rsid w:val="0072601A"/>
    <w:rsid w:val="00794666"/>
    <w:rsid w:val="007A209C"/>
    <w:rsid w:val="007B1B1B"/>
    <w:rsid w:val="007C4879"/>
    <w:rsid w:val="007C6AEE"/>
    <w:rsid w:val="007E0F1A"/>
    <w:rsid w:val="007E6F9F"/>
    <w:rsid w:val="007F1ADD"/>
    <w:rsid w:val="008268AD"/>
    <w:rsid w:val="00861078"/>
    <w:rsid w:val="008633E0"/>
    <w:rsid w:val="00884E25"/>
    <w:rsid w:val="008E1F53"/>
    <w:rsid w:val="008F2365"/>
    <w:rsid w:val="00904AAF"/>
    <w:rsid w:val="00945B86"/>
    <w:rsid w:val="00950A41"/>
    <w:rsid w:val="00960F27"/>
    <w:rsid w:val="00962E27"/>
    <w:rsid w:val="009711BB"/>
    <w:rsid w:val="009730DC"/>
    <w:rsid w:val="00994FC8"/>
    <w:rsid w:val="009B38F2"/>
    <w:rsid w:val="009E67ED"/>
    <w:rsid w:val="00A15241"/>
    <w:rsid w:val="00A5652D"/>
    <w:rsid w:val="00A81093"/>
    <w:rsid w:val="00A862E5"/>
    <w:rsid w:val="00AD64EF"/>
    <w:rsid w:val="00B01104"/>
    <w:rsid w:val="00B22B31"/>
    <w:rsid w:val="00B3378F"/>
    <w:rsid w:val="00B41B17"/>
    <w:rsid w:val="00B47E82"/>
    <w:rsid w:val="00B653E3"/>
    <w:rsid w:val="00B65996"/>
    <w:rsid w:val="00BA04DE"/>
    <w:rsid w:val="00BA5282"/>
    <w:rsid w:val="00BC0278"/>
    <w:rsid w:val="00BC1A1D"/>
    <w:rsid w:val="00BD02AE"/>
    <w:rsid w:val="00BD3189"/>
    <w:rsid w:val="00BF1B80"/>
    <w:rsid w:val="00BF316F"/>
    <w:rsid w:val="00BF6008"/>
    <w:rsid w:val="00C10EF9"/>
    <w:rsid w:val="00C16A13"/>
    <w:rsid w:val="00C46732"/>
    <w:rsid w:val="00C4698F"/>
    <w:rsid w:val="00C57527"/>
    <w:rsid w:val="00C673BC"/>
    <w:rsid w:val="00C674A3"/>
    <w:rsid w:val="00CA2F68"/>
    <w:rsid w:val="00CE314A"/>
    <w:rsid w:val="00CF40C6"/>
    <w:rsid w:val="00D137CA"/>
    <w:rsid w:val="00D211F0"/>
    <w:rsid w:val="00D35D7C"/>
    <w:rsid w:val="00D512BC"/>
    <w:rsid w:val="00D53444"/>
    <w:rsid w:val="00D54604"/>
    <w:rsid w:val="00D80CDA"/>
    <w:rsid w:val="00D81AA1"/>
    <w:rsid w:val="00DB4F9F"/>
    <w:rsid w:val="00DC3C88"/>
    <w:rsid w:val="00DD7152"/>
    <w:rsid w:val="00DE13C5"/>
    <w:rsid w:val="00E102FB"/>
    <w:rsid w:val="00E12FE8"/>
    <w:rsid w:val="00E150DE"/>
    <w:rsid w:val="00E150F5"/>
    <w:rsid w:val="00E446D6"/>
    <w:rsid w:val="00E71A0B"/>
    <w:rsid w:val="00E90C5E"/>
    <w:rsid w:val="00ED781A"/>
    <w:rsid w:val="00ED7A05"/>
    <w:rsid w:val="00F21A68"/>
    <w:rsid w:val="00F33EC3"/>
    <w:rsid w:val="00F37D0B"/>
    <w:rsid w:val="00F4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4564B5"/>
  <w15:docId w15:val="{74390250-661A-4CF2-9714-3D4D0EBF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278"/>
    <w:rPr>
      <w:lang w:eastAsia="en-GB"/>
    </w:rPr>
  </w:style>
  <w:style w:type="paragraph" w:styleId="Heading1">
    <w:name w:val="heading 1"/>
    <w:basedOn w:val="Normal"/>
    <w:next w:val="Normal"/>
    <w:qFormat/>
    <w:rsid w:val="00BC0278"/>
    <w:pPr>
      <w:keepNext/>
      <w:jc w:val="both"/>
      <w:outlineLvl w:val="0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02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0278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C0278"/>
    <w:rPr>
      <w:color w:val="0000FF"/>
      <w:u w:val="single"/>
    </w:rPr>
  </w:style>
  <w:style w:type="paragraph" w:styleId="BodyText">
    <w:name w:val="Body Text"/>
    <w:basedOn w:val="Normal"/>
    <w:rsid w:val="00BC0278"/>
    <w:pPr>
      <w:tabs>
        <w:tab w:val="left" w:pos="5670"/>
      </w:tabs>
      <w:jc w:val="both"/>
    </w:pPr>
    <w:rPr>
      <w:sz w:val="24"/>
      <w:lang w:eastAsia="en-US"/>
    </w:rPr>
  </w:style>
  <w:style w:type="table" w:styleId="TableGrid">
    <w:name w:val="Table Grid"/>
    <w:basedOn w:val="TableNormal"/>
    <w:rsid w:val="001D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80CD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C4698F"/>
  </w:style>
  <w:style w:type="paragraph" w:styleId="ListParagraph">
    <w:name w:val="List Paragraph"/>
    <w:basedOn w:val="Normal"/>
    <w:uiPriority w:val="34"/>
    <w:qFormat/>
    <w:rsid w:val="000A51C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62E27"/>
    <w:rPr>
      <w:lang w:eastAsia="en-GB"/>
    </w:rPr>
  </w:style>
  <w:style w:type="character" w:styleId="CommentReference">
    <w:name w:val="annotation reference"/>
    <w:basedOn w:val="DefaultParagraphFont"/>
    <w:rsid w:val="00904A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AAF"/>
  </w:style>
  <w:style w:type="character" w:customStyle="1" w:styleId="CommentTextChar">
    <w:name w:val="Comment Text Char"/>
    <w:basedOn w:val="DefaultParagraphFont"/>
    <w:link w:val="CommentText"/>
    <w:rsid w:val="00904AAF"/>
    <w:rPr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04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AAF"/>
    <w:rPr>
      <w:b/>
      <w:bCs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04A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lo\Documents\RKAS\Halduslepingud\HA-V01_Akt%20kinnistu%20halduse%20&#252;leandmise-vastuv&#245;tmise%20kohta_Kosej&#245;e_koo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08978DDDC464DB8A2FA238B2E115E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A552E9-9258-4E3B-813C-6929C8549DB8}"/>
      </w:docPartPr>
      <w:docPartBody>
        <w:p w:rsidR="0009737C" w:rsidRDefault="00392C95" w:rsidP="00392C95">
          <w:pPr>
            <w:pStyle w:val="D08978DDDC464DB8A2FA238B2E115E0C"/>
          </w:pPr>
          <w:r w:rsidRPr="00EE61B1">
            <w:rPr>
              <w:rStyle w:val="PlaceholderText"/>
            </w:rPr>
            <w:t>Valige üksus.</w:t>
          </w:r>
        </w:p>
      </w:docPartBody>
    </w:docPart>
    <w:docPart>
      <w:docPartPr>
        <w:name w:val="7B246F8EF9A544B4BD5592533FF6D29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4F32E-43E9-4C12-813D-E509B099C7B8}"/>
      </w:docPartPr>
      <w:docPartBody>
        <w:p w:rsidR="0009737C" w:rsidRDefault="00392C95" w:rsidP="00392C95">
          <w:pPr>
            <w:pStyle w:val="7B246F8EF9A544B4BD5592533FF6D29D"/>
          </w:pPr>
          <w:r w:rsidRPr="00EE61B1">
            <w:rPr>
              <w:rStyle w:val="PlaceholderText"/>
            </w:rPr>
            <w:t>Valige üksus.</w:t>
          </w:r>
        </w:p>
      </w:docPartBody>
    </w:docPart>
    <w:docPart>
      <w:docPartPr>
        <w:name w:val="0C092F33C081406A84C8D709A81647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CF6C609-B603-4A0A-BBEB-8740744736D1}"/>
      </w:docPartPr>
      <w:docPartBody>
        <w:p w:rsidR="0009737C" w:rsidRDefault="00392C95" w:rsidP="00392C95">
          <w:pPr>
            <w:pStyle w:val="0C092F33C081406A84C8D709A8164795"/>
          </w:pPr>
          <w:r w:rsidRPr="00EE61B1">
            <w:rPr>
              <w:rStyle w:val="PlaceholderTex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C95"/>
    <w:rsid w:val="0009737C"/>
    <w:rsid w:val="002E4410"/>
    <w:rsid w:val="00392C95"/>
    <w:rsid w:val="00442165"/>
    <w:rsid w:val="00445BED"/>
    <w:rsid w:val="008C56F1"/>
    <w:rsid w:val="009905B6"/>
    <w:rsid w:val="00BB3949"/>
    <w:rsid w:val="00E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2C95"/>
    <w:rPr>
      <w:color w:val="808080"/>
    </w:rPr>
  </w:style>
  <w:style w:type="paragraph" w:customStyle="1" w:styleId="D08978DDDC464DB8A2FA238B2E115E0C">
    <w:name w:val="D08978DDDC464DB8A2FA238B2E115E0C"/>
    <w:rsid w:val="00392C95"/>
  </w:style>
  <w:style w:type="paragraph" w:customStyle="1" w:styleId="7B246F8EF9A544B4BD5592533FF6D29D">
    <w:name w:val="7B246F8EF9A544B4BD5592533FF6D29D"/>
    <w:rsid w:val="00392C95"/>
  </w:style>
  <w:style w:type="paragraph" w:customStyle="1" w:styleId="0C092F33C081406A84C8D709A8164795">
    <w:name w:val="0C092F33C081406A84C8D709A8164795"/>
    <w:rsid w:val="00392C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innitatud xmlns="a0f99b2d-f3a6-4d45-a759-bef48dc40ec9">2015-07-30T21:00:00+00:00</Kinnitatud>
    <T_x00e4_his xmlns="a0f99b2d-f3a6-4d45-a759-bef48dc40ec9">HAL.1.4.</T_x00e4_his>
    <M_x00e4_rkused xmlns="a0f99b2d-f3a6-4d45-a759-bef48dc40ec9" xsi:nil="true"/>
    <Kehtetuks_x0020_tunnistatud xmlns="a0f99b2d-f3a6-4d45-a759-bef48dc40ec9" xsi:nil="true"/>
    <Dokumendi_x0020_haldur xmlns="a0f99b2d-f3a6-4d45-a759-bef48dc40ec9">Haldusosakonna juhataja</Dokumendi_x0020_haldur>
    <Versiooni_x0020_nr xmlns="a0f99b2d-f3a6-4d45-a759-bef48dc40ec9">01</Versiooni_x0020_nr>
    <Dokumendi_x0020_liik xmlns="a0f99b2d-f3a6-4d45-a759-bef48dc40ec9">Vorm</Dokumendi_x0020_liik>
    <Arhiveeritud xmlns="a0f99b2d-f3a6-4d45-a759-bef48dc40ec9">false</Arhiveeritud>
    <Valdkond xmlns="a0f99b2d-f3a6-4d45-a759-bef48dc40ec9">01_Kinnisvara haldamine ja hooldamine</Valdkond>
    <Viimati_x0020_muudetud xmlns="a0f99b2d-f3a6-4d45-a759-bef48dc40ec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F1B72D-615A-4FA8-99BE-5555590B379D}">
  <ds:schemaRefs>
    <ds:schemaRef ds:uri="http://schemas.microsoft.com/office/2006/metadata/properties"/>
    <ds:schemaRef ds:uri="a0f99b2d-f3a6-4d45-a759-bef48dc40ec9"/>
  </ds:schemaRefs>
</ds:datastoreItem>
</file>

<file path=customXml/itemProps2.xml><?xml version="1.0" encoding="utf-8"?>
<ds:datastoreItem xmlns:ds="http://schemas.openxmlformats.org/officeDocument/2006/customXml" ds:itemID="{5F2654FC-136A-42B3-9426-84E3484AD8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01C6D-8AF6-4B8E-950E-EDB728A5C9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DEF455-0083-43D6-9DD6-751D85DA3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HA-V01_Akt kinnistu halduse üleandmise-vastuvõtmise kohta_Kosejõe_kool</Template>
  <TotalTime>516</TotalTime>
  <Pages>4</Pages>
  <Words>801</Words>
  <Characters>4651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Kinnistu haldamise üleandmise-vastuvõtmise akt</vt:lpstr>
      <vt:lpstr>Kinnistu haldamise üleandmise-vastuvõtmise akt</vt:lpstr>
      <vt:lpstr>Akt kinnistu valduse üleandmise-vastuvõtmise kohta</vt:lpstr>
    </vt:vector>
  </TitlesOfParts>
  <Company>Riigi Kinnisvara AS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Kinnistu haldamise üleandmise-vastuvõtmise akt</dc:title>
  <dc:creator>Vello</dc:creator>
  <cp:lastModifiedBy>Anu Irval</cp:lastModifiedBy>
  <cp:revision>18</cp:revision>
  <cp:lastPrinted>2002-08-23T07:35:00Z</cp:lastPrinted>
  <dcterms:created xsi:type="dcterms:W3CDTF">2020-10-01T11:54:00Z</dcterms:created>
  <dcterms:modified xsi:type="dcterms:W3CDTF">2020-12-02T15:36:00Z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0x010100391126A31A03864EA1E7F5E659622733</vt:lpwstr>
  </property>
  <property fmtid="{D5CDD505-2E9C-101B-9397-08002B2CF9AE}" pid="3" name="Kontrollitud">
    <vt:lpwstr>Kontrollimata</vt:lpwstr>
  </property>
</Properties>
</file>